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559" w:rsidRPr="00F0360A" w:rsidRDefault="00BD1559" w:rsidP="00744C8B">
      <w:pPr>
        <w:spacing w:line="360" w:lineRule="auto"/>
        <w:rPr>
          <w:b/>
          <w:i/>
          <w:sz w:val="28"/>
          <w:szCs w:val="28"/>
        </w:rPr>
      </w:pPr>
    </w:p>
    <w:p w:rsidR="00BD1559" w:rsidRPr="00F0360A" w:rsidRDefault="00BD1559" w:rsidP="00BD1559">
      <w:pPr>
        <w:spacing w:line="360" w:lineRule="auto"/>
        <w:jc w:val="center"/>
        <w:rPr>
          <w:b/>
          <w:i/>
          <w:sz w:val="28"/>
          <w:szCs w:val="28"/>
        </w:rPr>
      </w:pPr>
      <w:r w:rsidRPr="00F0360A">
        <w:rPr>
          <w:b/>
          <w:i/>
          <w:sz w:val="28"/>
          <w:szCs w:val="28"/>
        </w:rPr>
        <w:t>ANTEMASURATOAREA LUCRARILOR</w:t>
      </w:r>
    </w:p>
    <w:p w:rsidR="00BD1559" w:rsidRPr="00F0360A" w:rsidRDefault="00482778" w:rsidP="00BD1559">
      <w:pPr>
        <w:spacing w:line="360" w:lineRule="auto"/>
        <w:jc w:val="center"/>
        <w:rPr>
          <w:b/>
          <w:i/>
          <w:sz w:val="28"/>
          <w:szCs w:val="28"/>
        </w:rPr>
      </w:pPr>
      <w:r w:rsidRPr="00F0360A">
        <w:rPr>
          <w:b/>
          <w:i/>
          <w:sz w:val="28"/>
          <w:szCs w:val="28"/>
        </w:rPr>
        <w:t>Reabilitare</w:t>
      </w:r>
      <w:r w:rsidR="00C14880" w:rsidRPr="00F0360A">
        <w:rPr>
          <w:b/>
          <w:i/>
          <w:sz w:val="28"/>
          <w:szCs w:val="28"/>
        </w:rPr>
        <w:t xml:space="preserve"> sistem rutier</w:t>
      </w:r>
      <w:r w:rsidR="0018238E" w:rsidRPr="00F0360A">
        <w:rPr>
          <w:b/>
          <w:i/>
          <w:sz w:val="28"/>
          <w:szCs w:val="28"/>
        </w:rPr>
        <w:t>,</w:t>
      </w:r>
      <w:r w:rsidRPr="00F0360A">
        <w:rPr>
          <w:b/>
          <w:i/>
          <w:sz w:val="28"/>
          <w:szCs w:val="28"/>
        </w:rPr>
        <w:t xml:space="preserve"> </w:t>
      </w:r>
      <w:r w:rsidR="0083524C">
        <w:rPr>
          <w:b/>
          <w:i/>
          <w:sz w:val="28"/>
          <w:szCs w:val="28"/>
        </w:rPr>
        <w:t>Aleea</w:t>
      </w:r>
      <w:r w:rsidRPr="00F0360A">
        <w:rPr>
          <w:b/>
          <w:i/>
          <w:sz w:val="28"/>
          <w:szCs w:val="28"/>
        </w:rPr>
        <w:t xml:space="preserve"> </w:t>
      </w:r>
      <w:r w:rsidR="0006603B" w:rsidRPr="00F0360A">
        <w:rPr>
          <w:b/>
          <w:i/>
          <w:sz w:val="28"/>
          <w:szCs w:val="28"/>
        </w:rPr>
        <w:t>Valea Florilor</w:t>
      </w:r>
    </w:p>
    <w:p w:rsidR="00BD1559" w:rsidRPr="00F0360A" w:rsidRDefault="00BD1559" w:rsidP="00BD1559">
      <w:pPr>
        <w:spacing w:line="360" w:lineRule="auto"/>
        <w:rPr>
          <w:sz w:val="24"/>
          <w:szCs w:val="24"/>
        </w:rPr>
      </w:pPr>
      <w:r w:rsidRPr="00F0360A">
        <w:rPr>
          <w:sz w:val="24"/>
          <w:szCs w:val="24"/>
        </w:rPr>
        <w:tab/>
      </w:r>
    </w:p>
    <w:p w:rsidR="00BD1559" w:rsidRPr="00F0360A" w:rsidRDefault="00BD1559" w:rsidP="00BD1559">
      <w:pPr>
        <w:spacing w:line="360" w:lineRule="auto"/>
        <w:rPr>
          <w:sz w:val="24"/>
          <w:szCs w:val="24"/>
        </w:rPr>
      </w:pPr>
      <w:r w:rsidRPr="00F0360A">
        <w:rPr>
          <w:sz w:val="24"/>
          <w:szCs w:val="24"/>
        </w:rPr>
        <w:tab/>
        <w:t>Date initiale:</w:t>
      </w:r>
    </w:p>
    <w:p w:rsidR="00BD1559" w:rsidRPr="00F0360A" w:rsidRDefault="00DB689D" w:rsidP="00BD1559">
      <w:pPr>
        <w:spacing w:line="360" w:lineRule="auto"/>
        <w:rPr>
          <w:sz w:val="24"/>
          <w:szCs w:val="24"/>
        </w:rPr>
      </w:pPr>
      <w:r w:rsidRPr="00F0360A">
        <w:rPr>
          <w:sz w:val="24"/>
          <w:szCs w:val="24"/>
        </w:rPr>
        <w:t>Lungime strada</w:t>
      </w:r>
      <w:r w:rsidR="00BD1559" w:rsidRPr="00F0360A">
        <w:rPr>
          <w:sz w:val="24"/>
          <w:szCs w:val="24"/>
        </w:rPr>
        <w:t xml:space="preserve"> = </w:t>
      </w:r>
      <w:r w:rsidR="00873EB7" w:rsidRPr="00F0360A">
        <w:rPr>
          <w:sz w:val="24"/>
          <w:szCs w:val="24"/>
        </w:rPr>
        <w:t>319</w:t>
      </w:r>
      <w:r w:rsidR="00BD1559" w:rsidRPr="00F0360A">
        <w:rPr>
          <w:sz w:val="24"/>
          <w:szCs w:val="24"/>
        </w:rPr>
        <w:t xml:space="preserve"> m;</w:t>
      </w:r>
    </w:p>
    <w:p w:rsidR="00BD1559" w:rsidRPr="00F0360A" w:rsidRDefault="009811F1" w:rsidP="00BD1559">
      <w:pPr>
        <w:spacing w:line="360" w:lineRule="auto"/>
        <w:rPr>
          <w:sz w:val="24"/>
          <w:szCs w:val="24"/>
        </w:rPr>
      </w:pPr>
      <w:r w:rsidRPr="00F0360A">
        <w:rPr>
          <w:sz w:val="24"/>
          <w:szCs w:val="24"/>
        </w:rPr>
        <w:t>Suprafata carosabila</w:t>
      </w:r>
      <w:r w:rsidR="00BD1559" w:rsidRPr="00F0360A">
        <w:rPr>
          <w:sz w:val="24"/>
          <w:szCs w:val="24"/>
        </w:rPr>
        <w:t xml:space="preserve"> = </w:t>
      </w:r>
      <w:r w:rsidR="00873EB7" w:rsidRPr="00F0360A">
        <w:rPr>
          <w:sz w:val="24"/>
          <w:szCs w:val="24"/>
        </w:rPr>
        <w:t>1700</w:t>
      </w:r>
      <w:r w:rsidR="00482778" w:rsidRPr="00F0360A">
        <w:rPr>
          <w:sz w:val="24"/>
          <w:szCs w:val="24"/>
        </w:rPr>
        <w:t xml:space="preserve"> </w:t>
      </w:r>
      <w:r w:rsidR="00BD1559" w:rsidRPr="00F0360A">
        <w:rPr>
          <w:sz w:val="24"/>
          <w:szCs w:val="24"/>
        </w:rPr>
        <w:t>m</w:t>
      </w:r>
      <w:r w:rsidRPr="00F0360A">
        <w:rPr>
          <w:sz w:val="24"/>
          <w:szCs w:val="24"/>
        </w:rPr>
        <w:t>p</w:t>
      </w:r>
      <w:r w:rsidR="00F26ECB" w:rsidRPr="00F0360A">
        <w:rPr>
          <w:sz w:val="24"/>
          <w:szCs w:val="24"/>
        </w:rPr>
        <w:t>;</w:t>
      </w:r>
      <w:r w:rsidR="00EA5D7A" w:rsidRPr="00F0360A">
        <w:rPr>
          <w:sz w:val="24"/>
          <w:szCs w:val="24"/>
        </w:rPr>
        <w:tab/>
      </w:r>
    </w:p>
    <w:p w:rsidR="009811F1" w:rsidRPr="00F0360A" w:rsidRDefault="00EA5D7A" w:rsidP="00BD1559">
      <w:pPr>
        <w:spacing w:line="360" w:lineRule="auto"/>
        <w:rPr>
          <w:sz w:val="24"/>
          <w:szCs w:val="24"/>
        </w:rPr>
      </w:pPr>
      <w:r w:rsidRPr="00F0360A">
        <w:rPr>
          <w:sz w:val="24"/>
          <w:szCs w:val="24"/>
        </w:rPr>
        <w:t xml:space="preserve">L borduri mari = </w:t>
      </w:r>
      <w:r w:rsidR="00873EB7" w:rsidRPr="00F0360A">
        <w:rPr>
          <w:sz w:val="24"/>
          <w:szCs w:val="24"/>
        </w:rPr>
        <w:t>730</w:t>
      </w:r>
      <w:r w:rsidR="000D4E7C" w:rsidRPr="00F0360A">
        <w:rPr>
          <w:sz w:val="24"/>
          <w:szCs w:val="24"/>
        </w:rPr>
        <w:t xml:space="preserve"> </w:t>
      </w:r>
      <w:r w:rsidR="009811F1" w:rsidRPr="00F0360A">
        <w:rPr>
          <w:sz w:val="24"/>
          <w:szCs w:val="24"/>
        </w:rPr>
        <w:t>ml</w:t>
      </w:r>
      <w:r w:rsidR="00F26ECB" w:rsidRPr="00F0360A">
        <w:rPr>
          <w:sz w:val="24"/>
          <w:szCs w:val="24"/>
        </w:rPr>
        <w:t>;</w:t>
      </w:r>
    </w:p>
    <w:p w:rsidR="009811F1" w:rsidRPr="00F0360A" w:rsidRDefault="009811F1" w:rsidP="00BD1559">
      <w:pPr>
        <w:spacing w:line="360" w:lineRule="auto"/>
        <w:rPr>
          <w:sz w:val="24"/>
          <w:szCs w:val="24"/>
        </w:rPr>
      </w:pPr>
      <w:r w:rsidRPr="00F0360A">
        <w:rPr>
          <w:sz w:val="24"/>
          <w:szCs w:val="24"/>
        </w:rPr>
        <w:t xml:space="preserve">L borduri mici = </w:t>
      </w:r>
      <w:r w:rsidR="0006603B" w:rsidRPr="00F0360A">
        <w:rPr>
          <w:sz w:val="24"/>
          <w:szCs w:val="24"/>
        </w:rPr>
        <w:t>289</w:t>
      </w:r>
      <w:r w:rsidR="000D4E7C" w:rsidRPr="00F0360A">
        <w:rPr>
          <w:sz w:val="24"/>
          <w:szCs w:val="24"/>
        </w:rPr>
        <w:t xml:space="preserve"> ml</w:t>
      </w:r>
      <w:r w:rsidR="00F26ECB" w:rsidRPr="00F0360A">
        <w:rPr>
          <w:sz w:val="24"/>
          <w:szCs w:val="24"/>
        </w:rPr>
        <w:t>;</w:t>
      </w:r>
    </w:p>
    <w:p w:rsidR="00F26ECB" w:rsidRPr="00F0360A" w:rsidRDefault="00BD1559" w:rsidP="00BD1559">
      <w:pPr>
        <w:spacing w:line="360" w:lineRule="auto"/>
        <w:rPr>
          <w:sz w:val="24"/>
          <w:szCs w:val="24"/>
        </w:rPr>
      </w:pPr>
      <w:r w:rsidRPr="00F0360A">
        <w:rPr>
          <w:sz w:val="24"/>
          <w:szCs w:val="24"/>
        </w:rPr>
        <w:t xml:space="preserve">Suprafata </w:t>
      </w:r>
      <w:r w:rsidR="009811F1" w:rsidRPr="00F0360A">
        <w:rPr>
          <w:sz w:val="24"/>
          <w:szCs w:val="24"/>
        </w:rPr>
        <w:t>trotuar</w:t>
      </w:r>
      <w:r w:rsidRPr="00F0360A">
        <w:rPr>
          <w:sz w:val="24"/>
          <w:szCs w:val="24"/>
        </w:rPr>
        <w:t xml:space="preserve"> = </w:t>
      </w:r>
      <w:r w:rsidR="0006603B" w:rsidRPr="00F0360A">
        <w:rPr>
          <w:sz w:val="24"/>
          <w:szCs w:val="24"/>
        </w:rPr>
        <w:t>620</w:t>
      </w:r>
      <w:r w:rsidRPr="00F0360A">
        <w:rPr>
          <w:sz w:val="24"/>
          <w:szCs w:val="24"/>
        </w:rPr>
        <w:t xml:space="preserve"> m</w:t>
      </w:r>
      <w:r w:rsidR="009811F1" w:rsidRPr="00F0360A">
        <w:rPr>
          <w:sz w:val="24"/>
          <w:szCs w:val="24"/>
        </w:rPr>
        <w:t>p</w:t>
      </w:r>
      <w:r w:rsidR="00EA5D7A" w:rsidRPr="00F0360A">
        <w:rPr>
          <w:sz w:val="24"/>
          <w:szCs w:val="24"/>
        </w:rPr>
        <w:t>;</w:t>
      </w:r>
    </w:p>
    <w:p w:rsidR="00E84BD9" w:rsidRPr="00F0360A" w:rsidRDefault="00E84BD9" w:rsidP="00BD1559">
      <w:pPr>
        <w:spacing w:line="360" w:lineRule="auto"/>
        <w:rPr>
          <w:sz w:val="24"/>
          <w:szCs w:val="24"/>
        </w:rPr>
      </w:pPr>
      <w:r w:rsidRPr="00F0360A">
        <w:rPr>
          <w:sz w:val="24"/>
          <w:szCs w:val="24"/>
        </w:rPr>
        <w:t xml:space="preserve">Suprafata parcari = </w:t>
      </w:r>
      <w:r w:rsidR="00DB17C4" w:rsidRPr="00F0360A">
        <w:rPr>
          <w:sz w:val="24"/>
          <w:szCs w:val="24"/>
        </w:rPr>
        <w:t>1900</w:t>
      </w:r>
      <w:r w:rsidRPr="00F0360A">
        <w:rPr>
          <w:sz w:val="24"/>
          <w:szCs w:val="24"/>
        </w:rPr>
        <w:t xml:space="preserve"> mp;</w:t>
      </w:r>
    </w:p>
    <w:p w:rsidR="00EA5D7A" w:rsidRPr="00F0360A" w:rsidRDefault="00EA5D7A" w:rsidP="00BD1559">
      <w:pPr>
        <w:spacing w:line="360" w:lineRule="auto"/>
        <w:rPr>
          <w:sz w:val="24"/>
          <w:szCs w:val="24"/>
        </w:rPr>
      </w:pPr>
      <w:r w:rsidRPr="00F0360A">
        <w:rPr>
          <w:sz w:val="24"/>
          <w:szCs w:val="24"/>
        </w:rPr>
        <w:t>Suprafata</w:t>
      </w:r>
      <w:r w:rsidR="003B548F" w:rsidRPr="00F0360A">
        <w:rPr>
          <w:sz w:val="24"/>
          <w:szCs w:val="24"/>
        </w:rPr>
        <w:t xml:space="preserve"> strazi</w:t>
      </w:r>
      <w:r w:rsidRPr="00F0360A">
        <w:rPr>
          <w:sz w:val="24"/>
          <w:szCs w:val="24"/>
        </w:rPr>
        <w:t xml:space="preserve"> laterale = </w:t>
      </w:r>
      <w:r w:rsidR="00176C2B" w:rsidRPr="00F0360A">
        <w:rPr>
          <w:sz w:val="24"/>
          <w:szCs w:val="24"/>
        </w:rPr>
        <w:t>420</w:t>
      </w:r>
      <w:r w:rsidRPr="00F0360A">
        <w:rPr>
          <w:sz w:val="24"/>
          <w:szCs w:val="24"/>
        </w:rPr>
        <w:t xml:space="preserve"> mp;</w:t>
      </w:r>
    </w:p>
    <w:p w:rsidR="00EA5D7A" w:rsidRPr="00F0360A" w:rsidRDefault="00EA5D7A" w:rsidP="00BD1559">
      <w:pPr>
        <w:spacing w:line="360" w:lineRule="auto"/>
        <w:rPr>
          <w:sz w:val="24"/>
          <w:szCs w:val="24"/>
        </w:rPr>
      </w:pPr>
    </w:p>
    <w:p w:rsidR="00BD1559" w:rsidRPr="00F0360A" w:rsidRDefault="009811F1" w:rsidP="00BD1559">
      <w:pPr>
        <w:spacing w:line="360" w:lineRule="auto"/>
        <w:jc w:val="center"/>
        <w:rPr>
          <w:sz w:val="32"/>
          <w:szCs w:val="32"/>
        </w:rPr>
      </w:pPr>
      <w:r w:rsidRPr="00F0360A">
        <w:rPr>
          <w:sz w:val="32"/>
          <w:szCs w:val="32"/>
        </w:rPr>
        <w:t>Lucrari la partea carosabila</w:t>
      </w:r>
    </w:p>
    <w:p w:rsidR="009811F1" w:rsidRPr="00F0360A" w:rsidRDefault="009811F1" w:rsidP="00BD1559">
      <w:pPr>
        <w:spacing w:line="360" w:lineRule="auto"/>
        <w:jc w:val="center"/>
        <w:rPr>
          <w:sz w:val="24"/>
          <w:szCs w:val="24"/>
        </w:rPr>
      </w:pPr>
    </w:p>
    <w:p w:rsidR="00744C8B" w:rsidRPr="00F0360A" w:rsidRDefault="00856787" w:rsidP="006A745B">
      <w:pPr>
        <w:pStyle w:val="ListParagraph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Spargerea si desfacerea structurii asfaltice la partea carosabila cu ciocanul pneumatic</w:t>
      </w:r>
      <w:r w:rsidR="006A745B" w:rsidRPr="00F0360A">
        <w:rPr>
          <w:sz w:val="24"/>
          <w:szCs w:val="24"/>
        </w:rPr>
        <w:t xml:space="preserve">    </w:t>
      </w:r>
      <w:r w:rsidR="00530329" w:rsidRPr="00F0360A">
        <w:rPr>
          <w:sz w:val="24"/>
          <w:szCs w:val="24"/>
        </w:rPr>
        <w:t>170</w:t>
      </w:r>
      <w:r w:rsidRPr="00F0360A">
        <w:rPr>
          <w:sz w:val="24"/>
          <w:szCs w:val="24"/>
        </w:rPr>
        <w:t xml:space="preserve"> mc</w:t>
      </w:r>
    </w:p>
    <w:p w:rsidR="005207C6" w:rsidRPr="00F0360A" w:rsidRDefault="00823C7E" w:rsidP="005207C6">
      <w:pPr>
        <w:pStyle w:val="ListParagraph"/>
        <w:spacing w:line="360" w:lineRule="auto"/>
        <w:ind w:left="1260" w:right="9" w:firstLine="18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1700</w:t>
      </w:r>
      <w:r w:rsidR="00ED774A" w:rsidRPr="00F0360A">
        <w:rPr>
          <w:sz w:val="24"/>
          <w:szCs w:val="24"/>
        </w:rPr>
        <w:t xml:space="preserve"> x 0.1</w:t>
      </w:r>
      <w:r w:rsidR="005207C6" w:rsidRPr="00F0360A">
        <w:rPr>
          <w:sz w:val="24"/>
          <w:szCs w:val="24"/>
        </w:rPr>
        <w:t xml:space="preserve"> = </w:t>
      </w:r>
      <w:r w:rsidR="00530329" w:rsidRPr="00F0360A">
        <w:rPr>
          <w:sz w:val="24"/>
          <w:szCs w:val="24"/>
        </w:rPr>
        <w:t>170</w:t>
      </w:r>
      <w:r w:rsidR="000C47FA" w:rsidRPr="00F0360A">
        <w:rPr>
          <w:sz w:val="24"/>
          <w:szCs w:val="24"/>
        </w:rPr>
        <w:t xml:space="preserve"> mc</w:t>
      </w:r>
    </w:p>
    <w:p w:rsidR="00885412" w:rsidRPr="00F0360A" w:rsidRDefault="00885412" w:rsidP="00D60E0F">
      <w:pPr>
        <w:pStyle w:val="ListParagraph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Sapatura pana la cota de fundare</w:t>
      </w:r>
      <w:r w:rsidR="000D5171" w:rsidRPr="00F0360A">
        <w:rPr>
          <w:sz w:val="24"/>
          <w:szCs w:val="24"/>
        </w:rPr>
        <w:tab/>
      </w:r>
      <w:r w:rsidR="000D5171" w:rsidRPr="00F0360A">
        <w:rPr>
          <w:sz w:val="24"/>
          <w:szCs w:val="24"/>
        </w:rPr>
        <w:tab/>
      </w:r>
      <w:r w:rsidR="000D5171" w:rsidRPr="00F0360A">
        <w:rPr>
          <w:sz w:val="24"/>
          <w:szCs w:val="24"/>
        </w:rPr>
        <w:tab/>
      </w:r>
      <w:r w:rsidR="000D5171" w:rsidRPr="00F0360A">
        <w:rPr>
          <w:sz w:val="24"/>
          <w:szCs w:val="24"/>
        </w:rPr>
        <w:tab/>
      </w:r>
      <w:r w:rsidR="000D5171" w:rsidRPr="00F0360A">
        <w:rPr>
          <w:sz w:val="24"/>
          <w:szCs w:val="24"/>
        </w:rPr>
        <w:tab/>
      </w:r>
      <w:r w:rsidR="000D5171" w:rsidRPr="00F0360A">
        <w:rPr>
          <w:sz w:val="24"/>
          <w:szCs w:val="24"/>
        </w:rPr>
        <w:tab/>
      </w:r>
      <w:r w:rsidR="000D5171" w:rsidRPr="00F0360A">
        <w:rPr>
          <w:sz w:val="24"/>
          <w:szCs w:val="24"/>
        </w:rPr>
        <w:tab/>
        <w:t xml:space="preserve">       </w:t>
      </w:r>
      <w:r w:rsidR="00530329" w:rsidRPr="00F0360A">
        <w:rPr>
          <w:sz w:val="24"/>
          <w:szCs w:val="24"/>
        </w:rPr>
        <w:t>1003</w:t>
      </w:r>
      <w:r w:rsidR="000C47FA" w:rsidRPr="00F0360A">
        <w:rPr>
          <w:sz w:val="24"/>
          <w:szCs w:val="24"/>
        </w:rPr>
        <w:t xml:space="preserve"> mc</w:t>
      </w:r>
    </w:p>
    <w:p w:rsidR="00885412" w:rsidRPr="00F0360A" w:rsidRDefault="00823C7E" w:rsidP="005207C6">
      <w:pPr>
        <w:pStyle w:val="ListParagraph"/>
        <w:spacing w:line="360" w:lineRule="auto"/>
        <w:ind w:right="9" w:firstLine="72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1700</w:t>
      </w:r>
      <w:r w:rsidR="00885412" w:rsidRPr="00F0360A">
        <w:rPr>
          <w:sz w:val="24"/>
          <w:szCs w:val="24"/>
        </w:rPr>
        <w:t xml:space="preserve"> x </w:t>
      </w:r>
      <w:r w:rsidR="00ED774A" w:rsidRPr="00F0360A">
        <w:rPr>
          <w:sz w:val="24"/>
          <w:szCs w:val="24"/>
        </w:rPr>
        <w:t>0.59</w:t>
      </w:r>
      <w:r w:rsidR="005207C6" w:rsidRPr="00F0360A">
        <w:rPr>
          <w:sz w:val="24"/>
          <w:szCs w:val="24"/>
        </w:rPr>
        <w:t xml:space="preserve"> = </w:t>
      </w:r>
      <w:r w:rsidR="00530329" w:rsidRPr="00F0360A">
        <w:rPr>
          <w:sz w:val="24"/>
          <w:szCs w:val="24"/>
        </w:rPr>
        <w:t>1003</w:t>
      </w:r>
      <w:r w:rsidR="005207C6" w:rsidRPr="00F0360A">
        <w:rPr>
          <w:sz w:val="24"/>
          <w:szCs w:val="24"/>
        </w:rPr>
        <w:t xml:space="preserve"> mc</w:t>
      </w:r>
    </w:p>
    <w:p w:rsidR="00A01A10" w:rsidRPr="00F0360A" w:rsidRDefault="00A01A10" w:rsidP="00A01A10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Substrat de nisip, 10 cm grosime</w:t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="008A2E7F" w:rsidRPr="00F0360A">
        <w:rPr>
          <w:sz w:val="24"/>
          <w:szCs w:val="24"/>
        </w:rPr>
        <w:tab/>
        <w:t xml:space="preserve">          </w:t>
      </w:r>
      <w:r w:rsidR="00530329" w:rsidRPr="00F0360A">
        <w:rPr>
          <w:sz w:val="24"/>
          <w:szCs w:val="24"/>
        </w:rPr>
        <w:t xml:space="preserve">170 </w:t>
      </w:r>
      <w:r w:rsidRPr="00F0360A">
        <w:rPr>
          <w:sz w:val="24"/>
          <w:szCs w:val="24"/>
        </w:rPr>
        <w:t>mc</w:t>
      </w:r>
    </w:p>
    <w:p w:rsidR="00A01A10" w:rsidRPr="00F0360A" w:rsidRDefault="00823C7E" w:rsidP="00A01A10">
      <w:pPr>
        <w:pStyle w:val="ListParagraph"/>
        <w:spacing w:line="360" w:lineRule="auto"/>
        <w:ind w:left="900" w:firstLine="54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1700</w:t>
      </w:r>
      <w:r w:rsidR="00A01A10" w:rsidRPr="00F0360A">
        <w:rPr>
          <w:sz w:val="24"/>
          <w:szCs w:val="24"/>
        </w:rPr>
        <w:t xml:space="preserve"> x 0.10 = </w:t>
      </w:r>
      <w:r w:rsidR="00530329" w:rsidRPr="00F0360A">
        <w:rPr>
          <w:sz w:val="24"/>
          <w:szCs w:val="24"/>
        </w:rPr>
        <w:t>170</w:t>
      </w:r>
      <w:r w:rsidR="00A01A10" w:rsidRPr="00F0360A">
        <w:rPr>
          <w:sz w:val="24"/>
          <w:szCs w:val="24"/>
        </w:rPr>
        <w:t xml:space="preserve"> mc</w:t>
      </w:r>
    </w:p>
    <w:p w:rsidR="00A01A10" w:rsidRPr="00F0360A" w:rsidRDefault="00A01A10" w:rsidP="00A01A10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Fundatie de balast, 25 cm grosime</w:t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="008A2E7F" w:rsidRPr="00F0360A">
        <w:rPr>
          <w:sz w:val="24"/>
          <w:szCs w:val="24"/>
        </w:rPr>
        <w:tab/>
        <w:t xml:space="preserve">          </w:t>
      </w:r>
      <w:r w:rsidR="00530329" w:rsidRPr="00F0360A">
        <w:rPr>
          <w:sz w:val="24"/>
          <w:szCs w:val="24"/>
        </w:rPr>
        <w:t>425</w:t>
      </w:r>
      <w:r w:rsidRPr="00F0360A">
        <w:rPr>
          <w:sz w:val="24"/>
          <w:szCs w:val="24"/>
        </w:rPr>
        <w:t xml:space="preserve"> mc</w:t>
      </w:r>
    </w:p>
    <w:p w:rsidR="00A01A10" w:rsidRPr="00F0360A" w:rsidRDefault="00823C7E" w:rsidP="00A01A10">
      <w:pPr>
        <w:pStyle w:val="ListParagraph"/>
        <w:spacing w:line="360" w:lineRule="auto"/>
        <w:ind w:left="900" w:firstLine="54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1700</w:t>
      </w:r>
      <w:r w:rsidR="00A01A10" w:rsidRPr="00F0360A">
        <w:rPr>
          <w:sz w:val="24"/>
          <w:szCs w:val="24"/>
        </w:rPr>
        <w:t xml:space="preserve"> x 0.25 = </w:t>
      </w:r>
      <w:r w:rsidR="00530329" w:rsidRPr="00F0360A">
        <w:rPr>
          <w:sz w:val="24"/>
          <w:szCs w:val="24"/>
        </w:rPr>
        <w:t>425</w:t>
      </w:r>
      <w:r w:rsidR="00A01A10" w:rsidRPr="00F0360A">
        <w:rPr>
          <w:sz w:val="24"/>
          <w:szCs w:val="24"/>
        </w:rPr>
        <w:t xml:space="preserve"> mc</w:t>
      </w:r>
    </w:p>
    <w:p w:rsidR="009811F1" w:rsidRPr="00F0360A" w:rsidRDefault="00744C8B" w:rsidP="00744C8B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Strat de piat</w:t>
      </w:r>
      <w:r w:rsidR="00481767" w:rsidRPr="00F0360A">
        <w:rPr>
          <w:sz w:val="24"/>
          <w:szCs w:val="24"/>
        </w:rPr>
        <w:t xml:space="preserve">ra sparta, </w:t>
      </w:r>
      <w:r w:rsidR="008A2E7F" w:rsidRPr="00F0360A">
        <w:rPr>
          <w:sz w:val="24"/>
          <w:szCs w:val="24"/>
        </w:rPr>
        <w:t>15</w:t>
      </w:r>
      <w:r w:rsidR="00481767" w:rsidRPr="00F0360A">
        <w:rPr>
          <w:sz w:val="24"/>
          <w:szCs w:val="24"/>
        </w:rPr>
        <w:t xml:space="preserve"> cm grosime</w:t>
      </w:r>
      <w:r w:rsidR="00481767" w:rsidRPr="00F0360A">
        <w:rPr>
          <w:sz w:val="24"/>
          <w:szCs w:val="24"/>
        </w:rPr>
        <w:tab/>
      </w:r>
      <w:r w:rsidR="00481767" w:rsidRPr="00F0360A">
        <w:rPr>
          <w:sz w:val="24"/>
          <w:szCs w:val="24"/>
        </w:rPr>
        <w:tab/>
      </w:r>
      <w:r w:rsidR="00481767" w:rsidRPr="00F0360A">
        <w:rPr>
          <w:sz w:val="24"/>
          <w:szCs w:val="24"/>
        </w:rPr>
        <w:tab/>
      </w:r>
      <w:r w:rsidR="00481767" w:rsidRPr="00F0360A">
        <w:rPr>
          <w:sz w:val="24"/>
          <w:szCs w:val="24"/>
        </w:rPr>
        <w:tab/>
      </w:r>
      <w:r w:rsidR="00481767" w:rsidRPr="00F0360A">
        <w:rPr>
          <w:sz w:val="24"/>
          <w:szCs w:val="24"/>
        </w:rPr>
        <w:tab/>
      </w:r>
      <w:r w:rsidR="00481767" w:rsidRPr="00F0360A">
        <w:rPr>
          <w:sz w:val="24"/>
          <w:szCs w:val="24"/>
        </w:rPr>
        <w:tab/>
      </w:r>
      <w:r w:rsidR="008A2E7F" w:rsidRPr="00F0360A">
        <w:rPr>
          <w:sz w:val="24"/>
          <w:szCs w:val="24"/>
        </w:rPr>
        <w:t xml:space="preserve">          </w:t>
      </w:r>
      <w:r w:rsidR="00530329" w:rsidRPr="00F0360A">
        <w:rPr>
          <w:sz w:val="24"/>
          <w:szCs w:val="24"/>
        </w:rPr>
        <w:t>255</w:t>
      </w:r>
      <w:r w:rsidR="009811F1" w:rsidRPr="00F0360A">
        <w:rPr>
          <w:sz w:val="24"/>
          <w:szCs w:val="24"/>
        </w:rPr>
        <w:t xml:space="preserve"> mc</w:t>
      </w:r>
    </w:p>
    <w:p w:rsidR="009811F1" w:rsidRPr="00F0360A" w:rsidRDefault="00823C7E" w:rsidP="00744C8B">
      <w:pPr>
        <w:pStyle w:val="ListParagraph"/>
        <w:spacing w:line="360" w:lineRule="auto"/>
        <w:ind w:left="900" w:firstLine="54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1700</w:t>
      </w:r>
      <w:r w:rsidR="008A2E7F" w:rsidRPr="00F0360A">
        <w:rPr>
          <w:sz w:val="24"/>
          <w:szCs w:val="24"/>
        </w:rPr>
        <w:t xml:space="preserve"> x 0.15</w:t>
      </w:r>
      <w:r w:rsidR="00481767" w:rsidRPr="00F0360A">
        <w:rPr>
          <w:sz w:val="24"/>
          <w:szCs w:val="24"/>
        </w:rPr>
        <w:t xml:space="preserve"> = </w:t>
      </w:r>
      <w:r w:rsidR="00530329" w:rsidRPr="00F0360A">
        <w:rPr>
          <w:sz w:val="24"/>
          <w:szCs w:val="24"/>
        </w:rPr>
        <w:t>255</w:t>
      </w:r>
      <w:r w:rsidR="009811F1" w:rsidRPr="00F0360A">
        <w:rPr>
          <w:sz w:val="24"/>
          <w:szCs w:val="24"/>
        </w:rPr>
        <w:t xml:space="preserve"> mc</w:t>
      </w:r>
    </w:p>
    <w:p w:rsidR="009811F1" w:rsidRPr="00F0360A" w:rsidRDefault="009811F1" w:rsidP="00744C8B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 xml:space="preserve">Curatare – amorsare </w:t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="00151C5B" w:rsidRPr="00F0360A">
        <w:rPr>
          <w:sz w:val="24"/>
          <w:szCs w:val="24"/>
        </w:rPr>
        <w:t xml:space="preserve">        </w:t>
      </w:r>
      <w:r w:rsidR="00823C7E" w:rsidRPr="00F0360A">
        <w:rPr>
          <w:sz w:val="24"/>
          <w:szCs w:val="24"/>
        </w:rPr>
        <w:t>1700</w:t>
      </w:r>
      <w:r w:rsidR="00744C8B" w:rsidRPr="00F0360A">
        <w:rPr>
          <w:sz w:val="24"/>
          <w:szCs w:val="24"/>
        </w:rPr>
        <w:t xml:space="preserve"> </w:t>
      </w:r>
      <w:r w:rsidRPr="00F0360A">
        <w:rPr>
          <w:sz w:val="24"/>
          <w:szCs w:val="24"/>
        </w:rPr>
        <w:t>mp</w:t>
      </w:r>
    </w:p>
    <w:p w:rsidR="00EF764B" w:rsidRPr="00F0360A" w:rsidRDefault="00151C5B" w:rsidP="00744C8B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Asternere binder BAD 25, 5</w:t>
      </w:r>
      <w:r w:rsidR="00EF764B" w:rsidRPr="00F0360A">
        <w:rPr>
          <w:sz w:val="24"/>
          <w:szCs w:val="24"/>
        </w:rPr>
        <w:t xml:space="preserve"> cm grosime </w:t>
      </w:r>
      <w:r w:rsidR="00EF764B" w:rsidRPr="00F0360A">
        <w:rPr>
          <w:sz w:val="24"/>
          <w:szCs w:val="24"/>
        </w:rPr>
        <w:tab/>
      </w:r>
      <w:r w:rsidR="00EF764B" w:rsidRPr="00F0360A">
        <w:rPr>
          <w:sz w:val="24"/>
          <w:szCs w:val="24"/>
        </w:rPr>
        <w:tab/>
      </w:r>
      <w:r w:rsidR="00EF764B" w:rsidRPr="00F0360A">
        <w:rPr>
          <w:sz w:val="24"/>
          <w:szCs w:val="24"/>
        </w:rPr>
        <w:tab/>
      </w:r>
      <w:r w:rsidR="00EF764B" w:rsidRPr="00F0360A">
        <w:rPr>
          <w:sz w:val="24"/>
          <w:szCs w:val="24"/>
        </w:rPr>
        <w:tab/>
      </w:r>
      <w:r w:rsidR="00EF764B" w:rsidRPr="00F0360A">
        <w:rPr>
          <w:sz w:val="24"/>
          <w:szCs w:val="24"/>
        </w:rPr>
        <w:tab/>
      </w:r>
      <w:r w:rsidR="00744C8B"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="00530329" w:rsidRPr="00F0360A">
        <w:rPr>
          <w:sz w:val="24"/>
          <w:szCs w:val="24"/>
        </w:rPr>
        <w:t>204</w:t>
      </w:r>
      <w:r w:rsidR="00E70F73" w:rsidRPr="00F0360A">
        <w:rPr>
          <w:sz w:val="24"/>
          <w:szCs w:val="24"/>
        </w:rPr>
        <w:t xml:space="preserve"> </w:t>
      </w:r>
      <w:r w:rsidR="00EF764B" w:rsidRPr="00F0360A">
        <w:rPr>
          <w:sz w:val="24"/>
          <w:szCs w:val="24"/>
        </w:rPr>
        <w:t>t</w:t>
      </w:r>
    </w:p>
    <w:p w:rsidR="00EF764B" w:rsidRPr="00F0360A" w:rsidRDefault="00823C7E" w:rsidP="00A66DA8">
      <w:pPr>
        <w:pStyle w:val="ListParagraph"/>
        <w:spacing w:line="360" w:lineRule="auto"/>
        <w:ind w:left="900" w:firstLine="54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1700</w:t>
      </w:r>
      <w:r w:rsidR="00151C5B" w:rsidRPr="00F0360A">
        <w:rPr>
          <w:sz w:val="24"/>
          <w:szCs w:val="24"/>
        </w:rPr>
        <w:t xml:space="preserve"> x 0.05</w:t>
      </w:r>
      <w:r w:rsidR="00EF764B" w:rsidRPr="00F0360A">
        <w:rPr>
          <w:sz w:val="24"/>
          <w:szCs w:val="24"/>
        </w:rPr>
        <w:t xml:space="preserve">  x 2.4 </w:t>
      </w:r>
      <w:r w:rsidR="00E70F73" w:rsidRPr="00F0360A">
        <w:rPr>
          <w:sz w:val="24"/>
          <w:szCs w:val="24"/>
        </w:rPr>
        <w:t xml:space="preserve">= </w:t>
      </w:r>
      <w:r w:rsidR="00530329" w:rsidRPr="00F0360A">
        <w:rPr>
          <w:sz w:val="24"/>
          <w:szCs w:val="24"/>
        </w:rPr>
        <w:t>204</w:t>
      </w:r>
      <w:r w:rsidR="00EF764B" w:rsidRPr="00F0360A">
        <w:rPr>
          <w:sz w:val="24"/>
          <w:szCs w:val="24"/>
        </w:rPr>
        <w:t xml:space="preserve"> t</w:t>
      </w:r>
    </w:p>
    <w:p w:rsidR="00EF764B" w:rsidRPr="00F0360A" w:rsidRDefault="00EF764B" w:rsidP="00744C8B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Curatare – amorsare</w:t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="00744C8B" w:rsidRPr="00F0360A">
        <w:rPr>
          <w:sz w:val="24"/>
          <w:szCs w:val="24"/>
        </w:rPr>
        <w:tab/>
      </w:r>
      <w:r w:rsidR="00151C5B" w:rsidRPr="00F0360A">
        <w:rPr>
          <w:sz w:val="24"/>
          <w:szCs w:val="24"/>
        </w:rPr>
        <w:t xml:space="preserve">        </w:t>
      </w:r>
      <w:r w:rsidR="00823C7E" w:rsidRPr="00F0360A">
        <w:rPr>
          <w:sz w:val="24"/>
          <w:szCs w:val="24"/>
        </w:rPr>
        <w:t>1700</w:t>
      </w:r>
      <w:r w:rsidR="00744C8B" w:rsidRPr="00F0360A">
        <w:rPr>
          <w:sz w:val="24"/>
          <w:szCs w:val="24"/>
        </w:rPr>
        <w:t xml:space="preserve"> </w:t>
      </w:r>
      <w:r w:rsidRPr="00F0360A">
        <w:rPr>
          <w:sz w:val="24"/>
          <w:szCs w:val="24"/>
        </w:rPr>
        <w:t>mp</w:t>
      </w:r>
    </w:p>
    <w:p w:rsidR="00EF764B" w:rsidRPr="00F0360A" w:rsidRDefault="00EF764B" w:rsidP="00744C8B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Strat de uzura BA16, h=4 cm grosime</w:t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="00744C8B" w:rsidRPr="00F0360A">
        <w:rPr>
          <w:sz w:val="24"/>
          <w:szCs w:val="24"/>
        </w:rPr>
        <w:tab/>
      </w:r>
      <w:r w:rsidR="00151C5B" w:rsidRPr="00F0360A">
        <w:rPr>
          <w:sz w:val="24"/>
          <w:szCs w:val="24"/>
        </w:rPr>
        <w:t xml:space="preserve">        </w:t>
      </w:r>
      <w:r w:rsidR="00823C7E" w:rsidRPr="00F0360A">
        <w:rPr>
          <w:sz w:val="24"/>
          <w:szCs w:val="24"/>
        </w:rPr>
        <w:t>1700</w:t>
      </w:r>
      <w:r w:rsidRPr="00F0360A">
        <w:rPr>
          <w:sz w:val="24"/>
          <w:szCs w:val="24"/>
        </w:rPr>
        <w:t xml:space="preserve"> mp</w:t>
      </w:r>
    </w:p>
    <w:p w:rsidR="00BD1559" w:rsidRPr="00F0360A" w:rsidRDefault="00BD1559" w:rsidP="00BD1559">
      <w:pPr>
        <w:spacing w:line="360" w:lineRule="auto"/>
        <w:ind w:left="720"/>
        <w:jc w:val="both"/>
        <w:rPr>
          <w:sz w:val="24"/>
          <w:szCs w:val="24"/>
        </w:rPr>
      </w:pPr>
    </w:p>
    <w:p w:rsidR="00151C5B" w:rsidRPr="00F0360A" w:rsidRDefault="00151C5B" w:rsidP="00BD1559">
      <w:pPr>
        <w:spacing w:line="360" w:lineRule="auto"/>
        <w:ind w:left="720"/>
        <w:jc w:val="both"/>
        <w:rPr>
          <w:sz w:val="24"/>
          <w:szCs w:val="24"/>
        </w:rPr>
      </w:pPr>
    </w:p>
    <w:p w:rsidR="00A66DA8" w:rsidRPr="00F0360A" w:rsidRDefault="00A66DA8" w:rsidP="00BD1559">
      <w:pPr>
        <w:spacing w:line="360" w:lineRule="auto"/>
        <w:ind w:left="720"/>
        <w:jc w:val="both"/>
        <w:rPr>
          <w:sz w:val="24"/>
          <w:szCs w:val="24"/>
        </w:rPr>
      </w:pPr>
    </w:p>
    <w:p w:rsidR="00A66DA8" w:rsidRPr="00F0360A" w:rsidRDefault="00A66DA8" w:rsidP="00BD1559">
      <w:pPr>
        <w:spacing w:line="360" w:lineRule="auto"/>
        <w:ind w:left="720"/>
        <w:jc w:val="both"/>
        <w:rPr>
          <w:sz w:val="24"/>
          <w:szCs w:val="24"/>
        </w:rPr>
      </w:pPr>
    </w:p>
    <w:p w:rsidR="00EF764B" w:rsidRPr="00F0360A" w:rsidRDefault="00BD1559" w:rsidP="00EF764B">
      <w:pPr>
        <w:spacing w:line="360" w:lineRule="auto"/>
        <w:jc w:val="center"/>
        <w:rPr>
          <w:sz w:val="32"/>
          <w:szCs w:val="32"/>
        </w:rPr>
      </w:pPr>
      <w:r w:rsidRPr="00F0360A">
        <w:rPr>
          <w:sz w:val="24"/>
          <w:szCs w:val="24"/>
        </w:rPr>
        <w:lastRenderedPageBreak/>
        <w:tab/>
      </w:r>
      <w:r w:rsidR="00EF764B" w:rsidRPr="00F0360A">
        <w:rPr>
          <w:sz w:val="32"/>
          <w:szCs w:val="32"/>
        </w:rPr>
        <w:t>Lucrari la trotuare</w:t>
      </w:r>
    </w:p>
    <w:p w:rsidR="00EF764B" w:rsidRPr="00F0360A" w:rsidRDefault="00EF764B" w:rsidP="00EF764B">
      <w:pPr>
        <w:spacing w:line="360" w:lineRule="auto"/>
        <w:jc w:val="center"/>
        <w:rPr>
          <w:sz w:val="24"/>
          <w:szCs w:val="24"/>
        </w:rPr>
      </w:pPr>
    </w:p>
    <w:p w:rsidR="00965454" w:rsidRPr="00F0360A" w:rsidRDefault="00965454" w:rsidP="00965454">
      <w:pPr>
        <w:pStyle w:val="ListParagraph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Spargerea si desfacerea structurii asfaltice la trotuare cu ciocanul pneumati</w:t>
      </w:r>
      <w:r w:rsidR="00D63110" w:rsidRPr="00F0360A">
        <w:rPr>
          <w:sz w:val="24"/>
          <w:szCs w:val="24"/>
        </w:rPr>
        <w:t xml:space="preserve">c    </w:t>
      </w:r>
      <w:r w:rsidR="00D63110" w:rsidRPr="00F0360A">
        <w:rPr>
          <w:sz w:val="24"/>
          <w:szCs w:val="24"/>
        </w:rPr>
        <w:tab/>
      </w:r>
      <w:r w:rsidR="00D63110" w:rsidRPr="00F0360A">
        <w:rPr>
          <w:sz w:val="24"/>
          <w:szCs w:val="24"/>
        </w:rPr>
        <w:tab/>
        <w:t xml:space="preserve"> </w:t>
      </w:r>
      <w:r w:rsidR="00FC2600" w:rsidRPr="00F0360A">
        <w:rPr>
          <w:sz w:val="24"/>
          <w:szCs w:val="24"/>
        </w:rPr>
        <w:t>19</w:t>
      </w:r>
      <w:r w:rsidRPr="00F0360A">
        <w:rPr>
          <w:sz w:val="24"/>
          <w:szCs w:val="24"/>
        </w:rPr>
        <w:t xml:space="preserve"> mc</w:t>
      </w:r>
    </w:p>
    <w:p w:rsidR="00965454" w:rsidRPr="00F0360A" w:rsidRDefault="00FC2600" w:rsidP="00FC2600">
      <w:pPr>
        <w:pStyle w:val="ListParagraph"/>
        <w:spacing w:line="360" w:lineRule="auto"/>
        <w:ind w:left="1260" w:right="9" w:firstLine="18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620 x 0.03 = 18.6</w:t>
      </w:r>
      <w:r w:rsidR="00965454" w:rsidRPr="00F0360A">
        <w:rPr>
          <w:sz w:val="24"/>
          <w:szCs w:val="24"/>
        </w:rPr>
        <w:t xml:space="preserve"> mc</w:t>
      </w:r>
    </w:p>
    <w:p w:rsidR="00965454" w:rsidRPr="00F0360A" w:rsidRDefault="00965454" w:rsidP="00965454">
      <w:pPr>
        <w:pStyle w:val="ListParagraph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Sapatura pana la cota de fundare</w:t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="00D63110" w:rsidRPr="00F0360A">
        <w:rPr>
          <w:sz w:val="24"/>
          <w:szCs w:val="24"/>
        </w:rPr>
        <w:tab/>
      </w:r>
      <w:r w:rsidR="00D63110" w:rsidRPr="00F0360A">
        <w:rPr>
          <w:sz w:val="24"/>
          <w:szCs w:val="24"/>
        </w:rPr>
        <w:tab/>
      </w:r>
      <w:r w:rsidR="00D63110" w:rsidRPr="00F0360A">
        <w:rPr>
          <w:sz w:val="24"/>
          <w:szCs w:val="24"/>
        </w:rPr>
        <w:tab/>
      </w:r>
      <w:r w:rsidR="00D63110" w:rsidRPr="00F0360A">
        <w:rPr>
          <w:sz w:val="24"/>
          <w:szCs w:val="24"/>
        </w:rPr>
        <w:tab/>
        <w:t xml:space="preserve">      </w:t>
      </w:r>
      <w:r w:rsidR="00D63110" w:rsidRPr="00F0360A">
        <w:rPr>
          <w:sz w:val="24"/>
          <w:szCs w:val="24"/>
        </w:rPr>
        <w:tab/>
      </w:r>
      <w:r w:rsidR="00FC2600" w:rsidRPr="00F0360A">
        <w:rPr>
          <w:sz w:val="24"/>
          <w:szCs w:val="24"/>
        </w:rPr>
        <w:t>174</w:t>
      </w:r>
      <w:r w:rsidRPr="00F0360A">
        <w:rPr>
          <w:sz w:val="24"/>
          <w:szCs w:val="24"/>
        </w:rPr>
        <w:t xml:space="preserve"> mc</w:t>
      </w:r>
    </w:p>
    <w:p w:rsidR="00965454" w:rsidRPr="00F0360A" w:rsidRDefault="00FC2600" w:rsidP="00965454">
      <w:pPr>
        <w:pStyle w:val="ListParagraph"/>
        <w:spacing w:line="360" w:lineRule="auto"/>
        <w:ind w:right="9" w:firstLine="72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620</w:t>
      </w:r>
      <w:r w:rsidR="002446EA" w:rsidRPr="00F0360A">
        <w:rPr>
          <w:sz w:val="24"/>
          <w:szCs w:val="24"/>
        </w:rPr>
        <w:t xml:space="preserve"> x 0.28</w:t>
      </w:r>
      <w:r w:rsidR="00D63110" w:rsidRPr="00F0360A">
        <w:rPr>
          <w:sz w:val="24"/>
          <w:szCs w:val="24"/>
        </w:rPr>
        <w:t xml:space="preserve"> = </w:t>
      </w:r>
      <w:r w:rsidRPr="00F0360A">
        <w:rPr>
          <w:sz w:val="24"/>
          <w:szCs w:val="24"/>
        </w:rPr>
        <w:t>173.6</w:t>
      </w:r>
      <w:r w:rsidR="00965454" w:rsidRPr="00F0360A">
        <w:rPr>
          <w:sz w:val="24"/>
          <w:szCs w:val="24"/>
        </w:rPr>
        <w:t xml:space="preserve"> mc</w:t>
      </w:r>
    </w:p>
    <w:p w:rsidR="002567E4" w:rsidRPr="00F0360A" w:rsidRDefault="002567E4" w:rsidP="002567E4">
      <w:pPr>
        <w:pStyle w:val="ListParagraph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Fundatie de balast</w:t>
      </w:r>
      <w:r w:rsidR="00FC2600" w:rsidRPr="00F0360A">
        <w:rPr>
          <w:sz w:val="24"/>
          <w:szCs w:val="24"/>
        </w:rPr>
        <w:t>, 15 cm grosime</w:t>
      </w:r>
      <w:r w:rsidR="00FC2600" w:rsidRPr="00F0360A">
        <w:rPr>
          <w:sz w:val="24"/>
          <w:szCs w:val="24"/>
        </w:rPr>
        <w:tab/>
      </w:r>
      <w:r w:rsidR="00FC2600" w:rsidRPr="00F0360A">
        <w:rPr>
          <w:sz w:val="24"/>
          <w:szCs w:val="24"/>
        </w:rPr>
        <w:tab/>
      </w:r>
      <w:r w:rsidR="00FC2600" w:rsidRPr="00F0360A">
        <w:rPr>
          <w:sz w:val="24"/>
          <w:szCs w:val="24"/>
        </w:rPr>
        <w:tab/>
      </w:r>
      <w:r w:rsidR="00FC2600" w:rsidRPr="00F0360A">
        <w:rPr>
          <w:sz w:val="24"/>
          <w:szCs w:val="24"/>
        </w:rPr>
        <w:tab/>
      </w:r>
      <w:r w:rsidR="00FC2600" w:rsidRPr="00F0360A">
        <w:rPr>
          <w:sz w:val="24"/>
          <w:szCs w:val="24"/>
        </w:rPr>
        <w:tab/>
      </w:r>
      <w:r w:rsidR="00FC2600" w:rsidRPr="00F0360A">
        <w:rPr>
          <w:sz w:val="24"/>
          <w:szCs w:val="24"/>
        </w:rPr>
        <w:tab/>
      </w:r>
      <w:r w:rsidR="00FC2600" w:rsidRPr="00F0360A">
        <w:rPr>
          <w:sz w:val="24"/>
          <w:szCs w:val="24"/>
        </w:rPr>
        <w:tab/>
        <w:t xml:space="preserve">      </w:t>
      </w:r>
      <w:r w:rsidR="00FC2600" w:rsidRPr="00F0360A">
        <w:rPr>
          <w:sz w:val="24"/>
          <w:szCs w:val="24"/>
        </w:rPr>
        <w:tab/>
        <w:t>93</w:t>
      </w:r>
      <w:r w:rsidRPr="00F0360A">
        <w:rPr>
          <w:sz w:val="24"/>
          <w:szCs w:val="24"/>
        </w:rPr>
        <w:t xml:space="preserve"> mc</w:t>
      </w:r>
    </w:p>
    <w:p w:rsidR="002567E4" w:rsidRPr="00F0360A" w:rsidRDefault="00FC2600" w:rsidP="002567E4">
      <w:pPr>
        <w:pStyle w:val="ListParagraph"/>
        <w:spacing w:line="360" w:lineRule="auto"/>
        <w:ind w:right="9" w:firstLine="72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620</w:t>
      </w:r>
      <w:r w:rsidR="002567E4" w:rsidRPr="00F0360A">
        <w:rPr>
          <w:sz w:val="24"/>
          <w:szCs w:val="24"/>
        </w:rPr>
        <w:t xml:space="preserve"> x 0.15 = </w:t>
      </w:r>
      <w:r w:rsidRPr="00F0360A">
        <w:rPr>
          <w:sz w:val="24"/>
          <w:szCs w:val="24"/>
        </w:rPr>
        <w:t>93</w:t>
      </w:r>
      <w:r w:rsidR="002567E4" w:rsidRPr="00F0360A">
        <w:rPr>
          <w:sz w:val="24"/>
          <w:szCs w:val="24"/>
        </w:rPr>
        <w:t xml:space="preserve"> mc</w:t>
      </w:r>
    </w:p>
    <w:p w:rsidR="002567E4" w:rsidRPr="00F0360A" w:rsidRDefault="002567E4" w:rsidP="002567E4">
      <w:pPr>
        <w:pStyle w:val="ListParagraph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Strat de beton C8/10</w:t>
      </w:r>
      <w:r w:rsidR="00D733F8" w:rsidRPr="00F0360A">
        <w:rPr>
          <w:sz w:val="24"/>
          <w:szCs w:val="24"/>
        </w:rPr>
        <w:t>, 10 cm grosime</w:t>
      </w:r>
      <w:r w:rsidR="00D733F8" w:rsidRPr="00F0360A">
        <w:rPr>
          <w:sz w:val="24"/>
          <w:szCs w:val="24"/>
        </w:rPr>
        <w:tab/>
      </w:r>
      <w:r w:rsidR="00D733F8" w:rsidRPr="00F0360A">
        <w:rPr>
          <w:sz w:val="24"/>
          <w:szCs w:val="24"/>
        </w:rPr>
        <w:tab/>
      </w:r>
      <w:r w:rsidR="00D733F8" w:rsidRPr="00F0360A">
        <w:rPr>
          <w:sz w:val="24"/>
          <w:szCs w:val="24"/>
        </w:rPr>
        <w:tab/>
      </w:r>
      <w:r w:rsidR="00D733F8" w:rsidRPr="00F0360A">
        <w:rPr>
          <w:sz w:val="24"/>
          <w:szCs w:val="24"/>
        </w:rPr>
        <w:tab/>
      </w:r>
      <w:r w:rsidR="00D733F8" w:rsidRPr="00F0360A">
        <w:rPr>
          <w:sz w:val="24"/>
          <w:szCs w:val="24"/>
        </w:rPr>
        <w:tab/>
      </w:r>
      <w:r w:rsidR="00D733F8" w:rsidRPr="00F0360A">
        <w:rPr>
          <w:sz w:val="24"/>
          <w:szCs w:val="24"/>
        </w:rPr>
        <w:tab/>
      </w:r>
      <w:r w:rsidR="00D733F8" w:rsidRPr="00F0360A">
        <w:rPr>
          <w:sz w:val="24"/>
          <w:szCs w:val="24"/>
        </w:rPr>
        <w:tab/>
        <w:t xml:space="preserve">      </w:t>
      </w:r>
      <w:r w:rsidR="00D733F8" w:rsidRPr="00F0360A">
        <w:rPr>
          <w:sz w:val="24"/>
          <w:szCs w:val="24"/>
        </w:rPr>
        <w:tab/>
      </w:r>
      <w:r w:rsidR="00FC2600" w:rsidRPr="00F0360A">
        <w:rPr>
          <w:sz w:val="24"/>
          <w:szCs w:val="24"/>
        </w:rPr>
        <w:t>62</w:t>
      </w:r>
      <w:r w:rsidRPr="00F0360A">
        <w:rPr>
          <w:sz w:val="24"/>
          <w:szCs w:val="24"/>
        </w:rPr>
        <w:t xml:space="preserve"> mc</w:t>
      </w:r>
    </w:p>
    <w:p w:rsidR="002567E4" w:rsidRPr="00F0360A" w:rsidRDefault="00FC2600" w:rsidP="002567E4">
      <w:pPr>
        <w:pStyle w:val="ListParagraph"/>
        <w:spacing w:line="360" w:lineRule="auto"/>
        <w:ind w:right="9" w:firstLine="72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620 x 0.10 = 62</w:t>
      </w:r>
      <w:r w:rsidR="002567E4" w:rsidRPr="00F0360A">
        <w:rPr>
          <w:sz w:val="24"/>
          <w:szCs w:val="24"/>
        </w:rPr>
        <w:t xml:space="preserve"> mc</w:t>
      </w:r>
    </w:p>
    <w:p w:rsidR="0053629B" w:rsidRPr="00F0360A" w:rsidRDefault="00D63110" w:rsidP="0053629B">
      <w:pPr>
        <w:pStyle w:val="ListParagraph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Strat de uzura BA8, 3</w:t>
      </w:r>
      <w:r w:rsidR="00D733F8" w:rsidRPr="00F0360A">
        <w:rPr>
          <w:sz w:val="24"/>
          <w:szCs w:val="24"/>
        </w:rPr>
        <w:t xml:space="preserve"> cm grosime</w:t>
      </w:r>
      <w:r w:rsidR="00D733F8" w:rsidRPr="00F0360A">
        <w:rPr>
          <w:sz w:val="24"/>
          <w:szCs w:val="24"/>
        </w:rPr>
        <w:tab/>
      </w:r>
      <w:r w:rsidR="00D733F8" w:rsidRPr="00F0360A">
        <w:rPr>
          <w:sz w:val="24"/>
          <w:szCs w:val="24"/>
        </w:rPr>
        <w:tab/>
      </w:r>
      <w:r w:rsidR="00D733F8" w:rsidRPr="00F0360A">
        <w:rPr>
          <w:sz w:val="24"/>
          <w:szCs w:val="24"/>
        </w:rPr>
        <w:tab/>
      </w:r>
      <w:r w:rsidR="00D733F8" w:rsidRPr="00F0360A">
        <w:rPr>
          <w:sz w:val="24"/>
          <w:szCs w:val="24"/>
        </w:rPr>
        <w:tab/>
      </w:r>
      <w:r w:rsidR="00D733F8" w:rsidRPr="00F0360A">
        <w:rPr>
          <w:sz w:val="24"/>
          <w:szCs w:val="24"/>
        </w:rPr>
        <w:tab/>
      </w:r>
      <w:r w:rsidR="00D733F8" w:rsidRPr="00F0360A">
        <w:rPr>
          <w:sz w:val="24"/>
          <w:szCs w:val="24"/>
        </w:rPr>
        <w:tab/>
      </w:r>
      <w:r w:rsidR="00D733F8" w:rsidRPr="00F0360A">
        <w:rPr>
          <w:sz w:val="24"/>
          <w:szCs w:val="24"/>
        </w:rPr>
        <w:tab/>
        <w:t xml:space="preserve">          </w:t>
      </w:r>
      <w:r w:rsidR="00FC2600" w:rsidRPr="00F0360A">
        <w:rPr>
          <w:sz w:val="24"/>
          <w:szCs w:val="24"/>
        </w:rPr>
        <w:t>620</w:t>
      </w:r>
      <w:r w:rsidR="0053629B" w:rsidRPr="00F0360A">
        <w:rPr>
          <w:sz w:val="24"/>
          <w:szCs w:val="24"/>
        </w:rPr>
        <w:t xml:space="preserve"> mp</w:t>
      </w:r>
    </w:p>
    <w:p w:rsidR="005404F0" w:rsidRPr="00F0360A" w:rsidRDefault="005404F0" w:rsidP="005404F0">
      <w:pPr>
        <w:spacing w:line="360" w:lineRule="auto"/>
        <w:rPr>
          <w:sz w:val="24"/>
          <w:szCs w:val="24"/>
        </w:rPr>
      </w:pPr>
    </w:p>
    <w:p w:rsidR="005404F0" w:rsidRPr="00F0360A" w:rsidRDefault="005404F0" w:rsidP="005404F0">
      <w:pPr>
        <w:spacing w:line="360" w:lineRule="auto"/>
        <w:jc w:val="center"/>
        <w:rPr>
          <w:sz w:val="32"/>
          <w:szCs w:val="32"/>
        </w:rPr>
      </w:pPr>
      <w:r w:rsidRPr="00F0360A">
        <w:rPr>
          <w:sz w:val="32"/>
          <w:szCs w:val="32"/>
        </w:rPr>
        <w:t>Lucrari la parcari</w:t>
      </w:r>
    </w:p>
    <w:p w:rsidR="005404F0" w:rsidRPr="00F0360A" w:rsidRDefault="005404F0" w:rsidP="005404F0">
      <w:pPr>
        <w:spacing w:line="360" w:lineRule="auto"/>
        <w:jc w:val="center"/>
        <w:rPr>
          <w:sz w:val="24"/>
          <w:szCs w:val="24"/>
        </w:rPr>
      </w:pPr>
    </w:p>
    <w:p w:rsidR="005404F0" w:rsidRPr="00F0360A" w:rsidRDefault="005404F0" w:rsidP="005404F0">
      <w:pPr>
        <w:pStyle w:val="ListParagraph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Spargerea si desfacerea betonului de ciment la partea carosab</w:t>
      </w:r>
      <w:r w:rsidR="00FF4844" w:rsidRPr="00F0360A">
        <w:rPr>
          <w:sz w:val="24"/>
          <w:szCs w:val="24"/>
        </w:rPr>
        <w:t>ila cu ciocanul pneumatic    475</w:t>
      </w:r>
      <w:r w:rsidRPr="00F0360A">
        <w:rPr>
          <w:sz w:val="24"/>
          <w:szCs w:val="24"/>
        </w:rPr>
        <w:t xml:space="preserve"> mc</w:t>
      </w:r>
    </w:p>
    <w:p w:rsidR="005404F0" w:rsidRPr="00F0360A" w:rsidRDefault="00FF4844" w:rsidP="005404F0">
      <w:pPr>
        <w:pStyle w:val="ListParagraph"/>
        <w:spacing w:line="360" w:lineRule="auto"/>
        <w:ind w:left="1260" w:right="9" w:firstLine="18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1900 x 0.25 = 475</w:t>
      </w:r>
      <w:r w:rsidR="005404F0" w:rsidRPr="00F0360A">
        <w:rPr>
          <w:sz w:val="24"/>
          <w:szCs w:val="24"/>
        </w:rPr>
        <w:t xml:space="preserve"> mc</w:t>
      </w:r>
    </w:p>
    <w:p w:rsidR="005404F0" w:rsidRPr="00F0360A" w:rsidRDefault="005404F0" w:rsidP="005404F0">
      <w:pPr>
        <w:pStyle w:val="ListParagraph"/>
        <w:numPr>
          <w:ilvl w:val="0"/>
          <w:numId w:val="44"/>
        </w:numPr>
        <w:spacing w:line="360" w:lineRule="auto"/>
        <w:ind w:left="540" w:right="9" w:firstLine="0"/>
        <w:jc w:val="both"/>
        <w:rPr>
          <w:color w:val="FF0000"/>
          <w:sz w:val="24"/>
          <w:szCs w:val="24"/>
        </w:rPr>
      </w:pPr>
      <w:r w:rsidRPr="00F0360A">
        <w:rPr>
          <w:color w:val="FF0000"/>
          <w:sz w:val="24"/>
          <w:szCs w:val="24"/>
        </w:rPr>
        <w:t>Sapatura pana la cota de fundare</w:t>
      </w:r>
      <w:r w:rsidRPr="00F0360A">
        <w:rPr>
          <w:color w:val="FF0000"/>
          <w:sz w:val="24"/>
          <w:szCs w:val="24"/>
        </w:rPr>
        <w:tab/>
      </w:r>
      <w:r w:rsidRPr="00F0360A">
        <w:rPr>
          <w:color w:val="FF0000"/>
          <w:sz w:val="24"/>
          <w:szCs w:val="24"/>
        </w:rPr>
        <w:tab/>
      </w:r>
      <w:r w:rsidRPr="00F0360A">
        <w:rPr>
          <w:color w:val="FF0000"/>
          <w:sz w:val="24"/>
          <w:szCs w:val="24"/>
        </w:rPr>
        <w:tab/>
      </w:r>
      <w:r w:rsidRPr="00F0360A">
        <w:rPr>
          <w:color w:val="FF0000"/>
          <w:sz w:val="24"/>
          <w:szCs w:val="24"/>
        </w:rPr>
        <w:tab/>
      </w:r>
      <w:r w:rsidRPr="00F0360A">
        <w:rPr>
          <w:color w:val="FF0000"/>
          <w:sz w:val="24"/>
          <w:szCs w:val="24"/>
        </w:rPr>
        <w:tab/>
      </w:r>
      <w:r w:rsidRPr="00F0360A">
        <w:rPr>
          <w:color w:val="FF0000"/>
          <w:sz w:val="24"/>
          <w:szCs w:val="24"/>
        </w:rPr>
        <w:tab/>
      </w:r>
      <w:r w:rsidRPr="00F0360A">
        <w:rPr>
          <w:color w:val="FF0000"/>
          <w:sz w:val="24"/>
          <w:szCs w:val="24"/>
        </w:rPr>
        <w:tab/>
        <w:t xml:space="preserve">       </w:t>
      </w:r>
      <w:r w:rsidR="0005002D" w:rsidRPr="00F0360A">
        <w:rPr>
          <w:color w:val="FF0000"/>
          <w:sz w:val="24"/>
          <w:szCs w:val="24"/>
        </w:rPr>
        <w:t xml:space="preserve">  </w:t>
      </w:r>
      <w:r w:rsidR="00037BA3" w:rsidRPr="00F0360A">
        <w:rPr>
          <w:color w:val="FF0000"/>
          <w:sz w:val="24"/>
          <w:szCs w:val="24"/>
        </w:rPr>
        <w:t>1406</w:t>
      </w:r>
      <w:r w:rsidRPr="00F0360A">
        <w:rPr>
          <w:color w:val="FF0000"/>
          <w:sz w:val="24"/>
          <w:szCs w:val="24"/>
        </w:rPr>
        <w:t xml:space="preserve"> mc</w:t>
      </w:r>
    </w:p>
    <w:p w:rsidR="005404F0" w:rsidRPr="00F0360A" w:rsidRDefault="00FF4844" w:rsidP="005404F0">
      <w:pPr>
        <w:pStyle w:val="ListParagraph"/>
        <w:spacing w:line="360" w:lineRule="auto"/>
        <w:ind w:right="9" w:firstLine="720"/>
        <w:jc w:val="both"/>
        <w:rPr>
          <w:color w:val="FF0000"/>
          <w:sz w:val="24"/>
          <w:szCs w:val="24"/>
        </w:rPr>
      </w:pPr>
      <w:r w:rsidRPr="00F0360A">
        <w:rPr>
          <w:color w:val="FF0000"/>
          <w:sz w:val="24"/>
          <w:szCs w:val="24"/>
        </w:rPr>
        <w:t>1900</w:t>
      </w:r>
      <w:r w:rsidR="00847E53" w:rsidRPr="00F0360A">
        <w:rPr>
          <w:color w:val="FF0000"/>
          <w:sz w:val="24"/>
          <w:szCs w:val="24"/>
        </w:rPr>
        <w:t xml:space="preserve"> x 0.7</w:t>
      </w:r>
      <w:r w:rsidR="005404F0" w:rsidRPr="00F0360A">
        <w:rPr>
          <w:color w:val="FF0000"/>
          <w:sz w:val="24"/>
          <w:szCs w:val="24"/>
        </w:rPr>
        <w:t xml:space="preserve">4 = </w:t>
      </w:r>
      <w:r w:rsidR="00037BA3" w:rsidRPr="00F0360A">
        <w:rPr>
          <w:color w:val="FF0000"/>
          <w:sz w:val="24"/>
          <w:szCs w:val="24"/>
        </w:rPr>
        <w:t>1406</w:t>
      </w:r>
      <w:r w:rsidR="005404F0" w:rsidRPr="00F0360A">
        <w:rPr>
          <w:color w:val="FF0000"/>
          <w:sz w:val="24"/>
          <w:szCs w:val="24"/>
        </w:rPr>
        <w:t xml:space="preserve"> mc</w:t>
      </w:r>
    </w:p>
    <w:p w:rsidR="007517EE" w:rsidRPr="00F0360A" w:rsidRDefault="007517EE" w:rsidP="007517EE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color w:val="FF0000"/>
          <w:sz w:val="24"/>
          <w:szCs w:val="24"/>
        </w:rPr>
      </w:pPr>
      <w:r w:rsidRPr="00F0360A">
        <w:rPr>
          <w:color w:val="FF0000"/>
          <w:sz w:val="24"/>
          <w:szCs w:val="24"/>
        </w:rPr>
        <w:t xml:space="preserve">Strat de nisip, 10 cm </w:t>
      </w:r>
      <w:r w:rsidRPr="00F0360A">
        <w:rPr>
          <w:color w:val="FF0000"/>
          <w:sz w:val="24"/>
          <w:szCs w:val="24"/>
        </w:rPr>
        <w:tab/>
      </w:r>
      <w:r w:rsidRPr="00F0360A">
        <w:rPr>
          <w:color w:val="FF0000"/>
          <w:sz w:val="24"/>
          <w:szCs w:val="24"/>
        </w:rPr>
        <w:tab/>
      </w:r>
      <w:r w:rsidRPr="00F0360A">
        <w:rPr>
          <w:color w:val="FF0000"/>
          <w:sz w:val="24"/>
          <w:szCs w:val="24"/>
        </w:rPr>
        <w:tab/>
      </w:r>
      <w:r w:rsidRPr="00F0360A">
        <w:rPr>
          <w:color w:val="FF0000"/>
          <w:sz w:val="24"/>
          <w:szCs w:val="24"/>
        </w:rPr>
        <w:tab/>
      </w:r>
      <w:r w:rsidRPr="00F0360A">
        <w:rPr>
          <w:color w:val="FF0000"/>
          <w:sz w:val="24"/>
          <w:szCs w:val="24"/>
        </w:rPr>
        <w:tab/>
      </w:r>
      <w:r w:rsidRPr="00F0360A">
        <w:rPr>
          <w:color w:val="FF0000"/>
          <w:sz w:val="24"/>
          <w:szCs w:val="24"/>
        </w:rPr>
        <w:tab/>
      </w:r>
      <w:r w:rsidRPr="00F0360A">
        <w:rPr>
          <w:color w:val="FF0000"/>
          <w:sz w:val="24"/>
          <w:szCs w:val="24"/>
        </w:rPr>
        <w:tab/>
      </w:r>
      <w:r w:rsidRPr="00F0360A">
        <w:rPr>
          <w:color w:val="FF0000"/>
          <w:sz w:val="24"/>
          <w:szCs w:val="24"/>
        </w:rPr>
        <w:tab/>
        <w:t xml:space="preserve">          190 mc</w:t>
      </w:r>
    </w:p>
    <w:p w:rsidR="007517EE" w:rsidRPr="00F0360A" w:rsidRDefault="007517EE" w:rsidP="007517EE">
      <w:pPr>
        <w:pStyle w:val="ListParagraph"/>
        <w:spacing w:line="360" w:lineRule="auto"/>
        <w:ind w:left="1440"/>
        <w:jc w:val="both"/>
        <w:rPr>
          <w:color w:val="FF0000"/>
          <w:sz w:val="24"/>
          <w:szCs w:val="24"/>
        </w:rPr>
      </w:pPr>
      <w:r w:rsidRPr="00F0360A">
        <w:rPr>
          <w:color w:val="FF0000"/>
          <w:sz w:val="24"/>
          <w:szCs w:val="24"/>
        </w:rPr>
        <w:t>1900 x 0.1 = 190 mc</w:t>
      </w:r>
    </w:p>
    <w:p w:rsidR="005404F0" w:rsidRPr="00F0360A" w:rsidRDefault="005404F0" w:rsidP="005404F0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Fundatie de balast, 25 cm grosime</w:t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  <w:t xml:space="preserve">          </w:t>
      </w:r>
      <w:r w:rsidR="00AE1CA4" w:rsidRPr="00F0360A">
        <w:rPr>
          <w:sz w:val="24"/>
          <w:szCs w:val="24"/>
        </w:rPr>
        <w:t>475</w:t>
      </w:r>
      <w:r w:rsidRPr="00F0360A">
        <w:rPr>
          <w:sz w:val="24"/>
          <w:szCs w:val="24"/>
        </w:rPr>
        <w:t xml:space="preserve"> mc</w:t>
      </w:r>
    </w:p>
    <w:p w:rsidR="005404F0" w:rsidRPr="00F0360A" w:rsidRDefault="00FF4844" w:rsidP="005404F0">
      <w:pPr>
        <w:pStyle w:val="ListParagraph"/>
        <w:spacing w:line="360" w:lineRule="auto"/>
        <w:ind w:left="900" w:firstLine="54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1900</w:t>
      </w:r>
      <w:r w:rsidR="00A574C6" w:rsidRPr="00F0360A">
        <w:rPr>
          <w:sz w:val="24"/>
          <w:szCs w:val="24"/>
        </w:rPr>
        <w:t xml:space="preserve"> x 0.25 =</w:t>
      </w:r>
      <w:r w:rsidR="00AE1CA4" w:rsidRPr="00F0360A">
        <w:rPr>
          <w:sz w:val="24"/>
          <w:szCs w:val="24"/>
        </w:rPr>
        <w:t xml:space="preserve"> 475</w:t>
      </w:r>
      <w:r w:rsidR="005404F0" w:rsidRPr="00F0360A">
        <w:rPr>
          <w:sz w:val="24"/>
          <w:szCs w:val="24"/>
        </w:rPr>
        <w:t xml:space="preserve"> mc</w:t>
      </w:r>
    </w:p>
    <w:p w:rsidR="005404F0" w:rsidRPr="00F0360A" w:rsidRDefault="005404F0" w:rsidP="005404F0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 xml:space="preserve">Strat de </w:t>
      </w:r>
      <w:r w:rsidR="00EB628B" w:rsidRPr="00F0360A">
        <w:rPr>
          <w:sz w:val="24"/>
          <w:szCs w:val="24"/>
        </w:rPr>
        <w:t>balast stabilizat cu ciment</w:t>
      </w:r>
      <w:r w:rsidRPr="00F0360A">
        <w:rPr>
          <w:sz w:val="24"/>
          <w:szCs w:val="24"/>
        </w:rPr>
        <w:t>, 15</w:t>
      </w:r>
      <w:r w:rsidR="006E223F" w:rsidRPr="00F0360A">
        <w:rPr>
          <w:sz w:val="24"/>
          <w:szCs w:val="24"/>
        </w:rPr>
        <w:t xml:space="preserve"> cm grosime</w:t>
      </w:r>
      <w:r w:rsidR="006E223F" w:rsidRPr="00F0360A">
        <w:rPr>
          <w:sz w:val="24"/>
          <w:szCs w:val="24"/>
        </w:rPr>
        <w:tab/>
      </w:r>
      <w:r w:rsidR="006E223F" w:rsidRPr="00F0360A">
        <w:rPr>
          <w:sz w:val="24"/>
          <w:szCs w:val="24"/>
        </w:rPr>
        <w:tab/>
      </w:r>
      <w:r w:rsidR="006E223F" w:rsidRPr="00F0360A">
        <w:rPr>
          <w:sz w:val="24"/>
          <w:szCs w:val="24"/>
        </w:rPr>
        <w:tab/>
      </w:r>
      <w:r w:rsidR="006E223F" w:rsidRPr="00F0360A">
        <w:rPr>
          <w:sz w:val="24"/>
          <w:szCs w:val="24"/>
        </w:rPr>
        <w:tab/>
      </w:r>
      <w:r w:rsidR="006E223F" w:rsidRPr="00F0360A">
        <w:rPr>
          <w:sz w:val="24"/>
          <w:szCs w:val="24"/>
        </w:rPr>
        <w:tab/>
        <w:t xml:space="preserve">          285</w:t>
      </w:r>
      <w:r w:rsidRPr="00F0360A">
        <w:rPr>
          <w:sz w:val="24"/>
          <w:szCs w:val="24"/>
        </w:rPr>
        <w:t xml:space="preserve"> mc</w:t>
      </w:r>
    </w:p>
    <w:p w:rsidR="005404F0" w:rsidRPr="00F0360A" w:rsidRDefault="00FF4844" w:rsidP="005404F0">
      <w:pPr>
        <w:pStyle w:val="ListParagraph"/>
        <w:spacing w:line="360" w:lineRule="auto"/>
        <w:ind w:left="900" w:firstLine="54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1900</w:t>
      </w:r>
      <w:r w:rsidR="005404F0" w:rsidRPr="00F0360A">
        <w:rPr>
          <w:sz w:val="24"/>
          <w:szCs w:val="24"/>
        </w:rPr>
        <w:t xml:space="preserve"> x 0.15 = </w:t>
      </w:r>
      <w:r w:rsidR="006E223F" w:rsidRPr="00F0360A">
        <w:rPr>
          <w:sz w:val="24"/>
          <w:szCs w:val="24"/>
        </w:rPr>
        <w:t>285</w:t>
      </w:r>
      <w:r w:rsidR="005404F0" w:rsidRPr="00F0360A">
        <w:rPr>
          <w:sz w:val="24"/>
          <w:szCs w:val="24"/>
        </w:rPr>
        <w:t xml:space="preserve"> mc</w:t>
      </w:r>
    </w:p>
    <w:p w:rsidR="005404F0" w:rsidRPr="00F0360A" w:rsidRDefault="005625FF" w:rsidP="005404F0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Strat de nisip, 2 cm</w:t>
      </w:r>
      <w:r w:rsidR="005404F0" w:rsidRPr="00F0360A">
        <w:rPr>
          <w:sz w:val="24"/>
          <w:szCs w:val="24"/>
        </w:rPr>
        <w:t xml:space="preserve"> </w:t>
      </w:r>
      <w:r w:rsidR="005404F0" w:rsidRPr="00F0360A">
        <w:rPr>
          <w:sz w:val="24"/>
          <w:szCs w:val="24"/>
        </w:rPr>
        <w:tab/>
      </w:r>
      <w:r w:rsidR="005404F0" w:rsidRPr="00F0360A">
        <w:rPr>
          <w:sz w:val="24"/>
          <w:szCs w:val="24"/>
        </w:rPr>
        <w:tab/>
      </w:r>
      <w:r w:rsidR="005404F0" w:rsidRPr="00F0360A">
        <w:rPr>
          <w:sz w:val="24"/>
          <w:szCs w:val="24"/>
        </w:rPr>
        <w:tab/>
      </w:r>
      <w:r w:rsidR="005404F0" w:rsidRPr="00F0360A">
        <w:rPr>
          <w:sz w:val="24"/>
          <w:szCs w:val="24"/>
        </w:rPr>
        <w:tab/>
      </w:r>
      <w:r w:rsidR="005404F0" w:rsidRPr="00F0360A">
        <w:rPr>
          <w:sz w:val="24"/>
          <w:szCs w:val="24"/>
        </w:rPr>
        <w:tab/>
      </w:r>
      <w:r w:rsidR="005404F0" w:rsidRPr="00F0360A">
        <w:rPr>
          <w:sz w:val="24"/>
          <w:szCs w:val="24"/>
        </w:rPr>
        <w:tab/>
      </w:r>
      <w:r w:rsidR="005404F0" w:rsidRPr="00F0360A">
        <w:rPr>
          <w:sz w:val="24"/>
          <w:szCs w:val="24"/>
        </w:rPr>
        <w:tab/>
      </w:r>
      <w:r w:rsidR="005404F0" w:rsidRPr="00F0360A">
        <w:rPr>
          <w:sz w:val="24"/>
          <w:szCs w:val="24"/>
        </w:rPr>
        <w:tab/>
        <w:t xml:space="preserve">        </w:t>
      </w:r>
      <w:r w:rsidR="006E223F" w:rsidRPr="00F0360A">
        <w:rPr>
          <w:sz w:val="24"/>
          <w:szCs w:val="24"/>
        </w:rPr>
        <w:tab/>
        <w:t xml:space="preserve">            38</w:t>
      </w:r>
      <w:r w:rsidR="005404F0" w:rsidRPr="00F0360A">
        <w:rPr>
          <w:sz w:val="24"/>
          <w:szCs w:val="24"/>
        </w:rPr>
        <w:t xml:space="preserve"> </w:t>
      </w:r>
      <w:r w:rsidRPr="00F0360A">
        <w:rPr>
          <w:sz w:val="24"/>
          <w:szCs w:val="24"/>
        </w:rPr>
        <w:t>mc</w:t>
      </w:r>
    </w:p>
    <w:p w:rsidR="005625FF" w:rsidRPr="00F0360A" w:rsidRDefault="00FF4844" w:rsidP="005625FF">
      <w:pPr>
        <w:pStyle w:val="ListParagraph"/>
        <w:spacing w:line="360" w:lineRule="auto"/>
        <w:ind w:left="144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1900</w:t>
      </w:r>
      <w:r w:rsidR="006E223F" w:rsidRPr="00F0360A">
        <w:rPr>
          <w:sz w:val="24"/>
          <w:szCs w:val="24"/>
        </w:rPr>
        <w:t xml:space="preserve"> x 0.02 = 38</w:t>
      </w:r>
      <w:r w:rsidR="005625FF" w:rsidRPr="00F0360A">
        <w:rPr>
          <w:sz w:val="24"/>
          <w:szCs w:val="24"/>
        </w:rPr>
        <w:t xml:space="preserve"> mc</w:t>
      </w:r>
    </w:p>
    <w:p w:rsidR="00BF1C20" w:rsidRPr="00F0360A" w:rsidRDefault="00BF1C20" w:rsidP="00B1604C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Strat de beton de ciment BcR 3.5, 22 cm</w:t>
      </w:r>
      <w:r w:rsidR="00F00F0A" w:rsidRPr="00F0360A">
        <w:rPr>
          <w:sz w:val="24"/>
          <w:szCs w:val="24"/>
        </w:rPr>
        <w:t xml:space="preserve"> grosime</w:t>
      </w:r>
      <w:r w:rsidR="00A253D8" w:rsidRPr="00F0360A">
        <w:rPr>
          <w:sz w:val="24"/>
          <w:szCs w:val="24"/>
        </w:rPr>
        <w:tab/>
      </w:r>
      <w:r w:rsidR="00A253D8" w:rsidRPr="00F0360A">
        <w:rPr>
          <w:sz w:val="24"/>
          <w:szCs w:val="24"/>
        </w:rPr>
        <w:tab/>
      </w:r>
      <w:r w:rsidR="00A253D8" w:rsidRPr="00F0360A">
        <w:rPr>
          <w:sz w:val="24"/>
          <w:szCs w:val="24"/>
        </w:rPr>
        <w:tab/>
      </w:r>
      <w:r w:rsidR="00A253D8" w:rsidRPr="00F0360A">
        <w:rPr>
          <w:sz w:val="24"/>
          <w:szCs w:val="24"/>
        </w:rPr>
        <w:tab/>
      </w:r>
      <w:r w:rsidR="00A253D8" w:rsidRPr="00F0360A">
        <w:rPr>
          <w:sz w:val="24"/>
          <w:szCs w:val="24"/>
        </w:rPr>
        <w:tab/>
      </w:r>
      <w:r w:rsidR="006E223F" w:rsidRPr="00F0360A">
        <w:rPr>
          <w:sz w:val="24"/>
          <w:szCs w:val="24"/>
        </w:rPr>
        <w:t xml:space="preserve">          418</w:t>
      </w:r>
      <w:r w:rsidRPr="00F0360A">
        <w:rPr>
          <w:sz w:val="24"/>
          <w:szCs w:val="24"/>
        </w:rPr>
        <w:t xml:space="preserve"> mc</w:t>
      </w:r>
    </w:p>
    <w:p w:rsidR="00BF1C20" w:rsidRPr="00F0360A" w:rsidRDefault="00FF4844" w:rsidP="00BF1C20">
      <w:pPr>
        <w:pStyle w:val="ListParagraph"/>
        <w:spacing w:line="360" w:lineRule="auto"/>
        <w:ind w:left="144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1900</w:t>
      </w:r>
      <w:r w:rsidR="00BF1C20" w:rsidRPr="00F0360A">
        <w:rPr>
          <w:sz w:val="24"/>
          <w:szCs w:val="24"/>
        </w:rPr>
        <w:t xml:space="preserve"> x 0.22 = </w:t>
      </w:r>
      <w:r w:rsidR="006E223F" w:rsidRPr="00F0360A">
        <w:rPr>
          <w:sz w:val="24"/>
          <w:szCs w:val="24"/>
        </w:rPr>
        <w:t>418</w:t>
      </w:r>
      <w:r w:rsidR="00BF1C20" w:rsidRPr="00F0360A">
        <w:rPr>
          <w:sz w:val="24"/>
          <w:szCs w:val="24"/>
        </w:rPr>
        <w:t xml:space="preserve"> mc</w:t>
      </w:r>
    </w:p>
    <w:p w:rsidR="00700C0C" w:rsidRPr="00F0360A" w:rsidRDefault="00700C0C" w:rsidP="00966FB3">
      <w:pPr>
        <w:spacing w:line="360" w:lineRule="auto"/>
        <w:jc w:val="both"/>
        <w:rPr>
          <w:sz w:val="24"/>
          <w:szCs w:val="24"/>
        </w:rPr>
      </w:pPr>
    </w:p>
    <w:p w:rsidR="00BF1F49" w:rsidRPr="00F0360A" w:rsidRDefault="00BF1F49" w:rsidP="00C147A5">
      <w:pPr>
        <w:spacing w:line="360" w:lineRule="auto"/>
        <w:jc w:val="center"/>
        <w:rPr>
          <w:sz w:val="32"/>
          <w:szCs w:val="32"/>
        </w:rPr>
      </w:pPr>
      <w:r w:rsidRPr="00F0360A">
        <w:rPr>
          <w:sz w:val="24"/>
          <w:szCs w:val="24"/>
        </w:rPr>
        <w:tab/>
      </w:r>
      <w:r w:rsidRPr="00F0360A">
        <w:rPr>
          <w:sz w:val="32"/>
          <w:szCs w:val="32"/>
        </w:rPr>
        <w:t>Lucrari la borduri</w:t>
      </w:r>
    </w:p>
    <w:p w:rsidR="00E71621" w:rsidRPr="00F0360A" w:rsidRDefault="00E71621" w:rsidP="00C147A5">
      <w:pPr>
        <w:spacing w:line="360" w:lineRule="auto"/>
        <w:jc w:val="center"/>
        <w:rPr>
          <w:sz w:val="32"/>
          <w:szCs w:val="32"/>
        </w:rPr>
      </w:pPr>
    </w:p>
    <w:p w:rsidR="00BF1F49" w:rsidRPr="00F0360A" w:rsidRDefault="00E54142" w:rsidP="00C147A5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Demontare borduri existente</w:t>
      </w:r>
      <w:r w:rsidR="00CD114A" w:rsidRPr="00F0360A">
        <w:rPr>
          <w:sz w:val="24"/>
          <w:szCs w:val="24"/>
        </w:rPr>
        <w:t xml:space="preserve"> mari</w:t>
      </w:r>
      <w:r w:rsidR="00BF1F49" w:rsidRPr="00F0360A">
        <w:rPr>
          <w:sz w:val="24"/>
          <w:szCs w:val="24"/>
        </w:rPr>
        <w:tab/>
      </w:r>
      <w:r w:rsidR="00BF1F49" w:rsidRPr="00F0360A">
        <w:rPr>
          <w:sz w:val="24"/>
          <w:szCs w:val="24"/>
        </w:rPr>
        <w:tab/>
      </w:r>
      <w:r w:rsidR="00BF1F49" w:rsidRPr="00F0360A">
        <w:rPr>
          <w:sz w:val="24"/>
          <w:szCs w:val="24"/>
        </w:rPr>
        <w:tab/>
      </w:r>
      <w:r w:rsidR="00BF1F49" w:rsidRPr="00F0360A">
        <w:rPr>
          <w:sz w:val="24"/>
          <w:szCs w:val="24"/>
        </w:rPr>
        <w:tab/>
      </w:r>
      <w:r w:rsidR="00BF1F49" w:rsidRPr="00F0360A">
        <w:rPr>
          <w:sz w:val="24"/>
          <w:szCs w:val="24"/>
        </w:rPr>
        <w:tab/>
      </w:r>
      <w:r w:rsidR="00BF1F49" w:rsidRPr="00F0360A">
        <w:rPr>
          <w:sz w:val="24"/>
          <w:szCs w:val="24"/>
        </w:rPr>
        <w:tab/>
      </w:r>
      <w:r w:rsidR="00BF1F49" w:rsidRPr="00F0360A">
        <w:rPr>
          <w:sz w:val="24"/>
          <w:szCs w:val="24"/>
        </w:rPr>
        <w:tab/>
      </w:r>
      <w:r w:rsidR="00267812" w:rsidRPr="00F0360A">
        <w:rPr>
          <w:sz w:val="24"/>
          <w:szCs w:val="24"/>
        </w:rPr>
        <w:t>730</w:t>
      </w:r>
      <w:r w:rsidR="00BF1F49" w:rsidRPr="00F0360A">
        <w:rPr>
          <w:sz w:val="24"/>
          <w:szCs w:val="24"/>
        </w:rPr>
        <w:t xml:space="preserve"> ml</w:t>
      </w:r>
    </w:p>
    <w:p w:rsidR="00CD114A" w:rsidRPr="00F0360A" w:rsidRDefault="00CD114A" w:rsidP="00CD114A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Demontare borduri existente mici</w:t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="009F0974" w:rsidRPr="00F0360A">
        <w:rPr>
          <w:sz w:val="24"/>
          <w:szCs w:val="24"/>
        </w:rPr>
        <w:t>289</w:t>
      </w:r>
      <w:r w:rsidRPr="00F0360A">
        <w:rPr>
          <w:sz w:val="24"/>
          <w:szCs w:val="24"/>
        </w:rPr>
        <w:t xml:space="preserve"> ml</w:t>
      </w:r>
    </w:p>
    <w:p w:rsidR="00BF1F49" w:rsidRPr="00F0360A" w:rsidRDefault="00E54142" w:rsidP="00C147A5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Pozare borduri mari</w:t>
      </w:r>
      <w:r w:rsidR="00BF1F49" w:rsidRPr="00F0360A">
        <w:rPr>
          <w:sz w:val="24"/>
          <w:szCs w:val="24"/>
        </w:rPr>
        <w:t xml:space="preserve"> noi</w:t>
      </w:r>
      <w:r w:rsidR="00BF1F49" w:rsidRPr="00F0360A">
        <w:rPr>
          <w:sz w:val="24"/>
          <w:szCs w:val="24"/>
        </w:rPr>
        <w:tab/>
      </w:r>
      <w:r w:rsidR="00BF1F49" w:rsidRPr="00F0360A">
        <w:rPr>
          <w:sz w:val="24"/>
          <w:szCs w:val="24"/>
        </w:rPr>
        <w:tab/>
      </w:r>
      <w:r w:rsidR="00BF1F49" w:rsidRPr="00F0360A">
        <w:rPr>
          <w:sz w:val="24"/>
          <w:szCs w:val="24"/>
        </w:rPr>
        <w:tab/>
      </w:r>
      <w:r w:rsidR="00BF1F49" w:rsidRPr="00F0360A">
        <w:rPr>
          <w:sz w:val="24"/>
          <w:szCs w:val="24"/>
        </w:rPr>
        <w:tab/>
      </w:r>
      <w:r w:rsidR="00BF1F49" w:rsidRPr="00F0360A">
        <w:rPr>
          <w:sz w:val="24"/>
          <w:szCs w:val="24"/>
        </w:rPr>
        <w:tab/>
      </w:r>
      <w:r w:rsidR="00BF1F49" w:rsidRPr="00F0360A">
        <w:rPr>
          <w:sz w:val="24"/>
          <w:szCs w:val="24"/>
        </w:rPr>
        <w:tab/>
      </w:r>
      <w:r w:rsidR="00BF1F49" w:rsidRPr="00F0360A">
        <w:rPr>
          <w:sz w:val="24"/>
          <w:szCs w:val="24"/>
        </w:rPr>
        <w:tab/>
      </w:r>
      <w:r w:rsidR="00C147A5" w:rsidRPr="00F0360A">
        <w:rPr>
          <w:sz w:val="24"/>
          <w:szCs w:val="24"/>
        </w:rPr>
        <w:tab/>
      </w:r>
      <w:r w:rsidR="00267812" w:rsidRPr="00F0360A">
        <w:rPr>
          <w:sz w:val="24"/>
          <w:szCs w:val="24"/>
        </w:rPr>
        <w:t>730</w:t>
      </w:r>
      <w:r w:rsidR="00BF1F49" w:rsidRPr="00F0360A">
        <w:rPr>
          <w:sz w:val="24"/>
          <w:szCs w:val="24"/>
        </w:rPr>
        <w:t xml:space="preserve"> ml</w:t>
      </w:r>
    </w:p>
    <w:p w:rsidR="00E54142" w:rsidRPr="00F0360A" w:rsidRDefault="00E54142" w:rsidP="00820CE8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lastRenderedPageBreak/>
        <w:t>Pozare borduri mici noi</w:t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="009F0974" w:rsidRPr="00F0360A">
        <w:rPr>
          <w:sz w:val="24"/>
          <w:szCs w:val="24"/>
        </w:rPr>
        <w:t>289</w:t>
      </w:r>
      <w:r w:rsidRPr="00F0360A">
        <w:rPr>
          <w:sz w:val="24"/>
          <w:szCs w:val="24"/>
        </w:rPr>
        <w:t xml:space="preserve"> ml</w:t>
      </w:r>
    </w:p>
    <w:p w:rsidR="00966FB3" w:rsidRPr="00F0360A" w:rsidRDefault="00966FB3" w:rsidP="00966FB3">
      <w:pPr>
        <w:spacing w:line="360" w:lineRule="auto"/>
        <w:jc w:val="both"/>
        <w:rPr>
          <w:sz w:val="24"/>
          <w:szCs w:val="24"/>
        </w:rPr>
      </w:pPr>
    </w:p>
    <w:p w:rsidR="00112873" w:rsidRPr="00F0360A" w:rsidRDefault="00112873" w:rsidP="00112873">
      <w:pPr>
        <w:spacing w:line="360" w:lineRule="auto"/>
        <w:jc w:val="center"/>
        <w:rPr>
          <w:sz w:val="32"/>
          <w:szCs w:val="32"/>
        </w:rPr>
      </w:pPr>
      <w:r w:rsidRPr="00F0360A">
        <w:rPr>
          <w:sz w:val="32"/>
          <w:szCs w:val="32"/>
        </w:rPr>
        <w:t xml:space="preserve">Lucrari la partea carosabila </w:t>
      </w:r>
      <w:r w:rsidR="007E4AA2" w:rsidRPr="00F0360A">
        <w:rPr>
          <w:sz w:val="32"/>
          <w:szCs w:val="32"/>
        </w:rPr>
        <w:t>strazi</w:t>
      </w:r>
      <w:r w:rsidRPr="00F0360A">
        <w:rPr>
          <w:sz w:val="32"/>
          <w:szCs w:val="32"/>
        </w:rPr>
        <w:t xml:space="preserve"> laterale din asfalt</w:t>
      </w:r>
    </w:p>
    <w:p w:rsidR="00112873" w:rsidRPr="00F0360A" w:rsidRDefault="00112873" w:rsidP="00112873">
      <w:pPr>
        <w:spacing w:line="360" w:lineRule="auto"/>
        <w:jc w:val="center"/>
        <w:rPr>
          <w:sz w:val="24"/>
          <w:szCs w:val="24"/>
        </w:rPr>
      </w:pPr>
    </w:p>
    <w:p w:rsidR="00112873" w:rsidRPr="00F0360A" w:rsidRDefault="00112873" w:rsidP="00112873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Frezare strat asfaltic de 10 cm grosime</w:t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="001136DE" w:rsidRPr="00F0360A">
        <w:rPr>
          <w:sz w:val="24"/>
          <w:szCs w:val="24"/>
        </w:rPr>
        <w:t>420</w:t>
      </w:r>
      <w:r w:rsidRPr="00F0360A">
        <w:rPr>
          <w:sz w:val="24"/>
          <w:szCs w:val="24"/>
        </w:rPr>
        <w:t xml:space="preserve"> mp</w:t>
      </w:r>
    </w:p>
    <w:p w:rsidR="00112873" w:rsidRPr="00F0360A" w:rsidRDefault="00112873" w:rsidP="00112873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 xml:space="preserve">Curatare – amorsare </w:t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="001136DE" w:rsidRPr="00F0360A">
        <w:rPr>
          <w:sz w:val="24"/>
          <w:szCs w:val="24"/>
        </w:rPr>
        <w:t>420</w:t>
      </w:r>
      <w:r w:rsidRPr="00F0360A">
        <w:rPr>
          <w:sz w:val="24"/>
          <w:szCs w:val="24"/>
        </w:rPr>
        <w:t>mp</w:t>
      </w:r>
    </w:p>
    <w:p w:rsidR="00112873" w:rsidRPr="00F0360A" w:rsidRDefault="00642E4B" w:rsidP="00112873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Asternere binder BAD 25, 5</w:t>
      </w:r>
      <w:r w:rsidR="00112873" w:rsidRPr="00F0360A">
        <w:rPr>
          <w:sz w:val="24"/>
          <w:szCs w:val="24"/>
        </w:rPr>
        <w:t xml:space="preserve"> cm grosime </w:t>
      </w:r>
      <w:r w:rsidR="00112873" w:rsidRPr="00F0360A">
        <w:rPr>
          <w:sz w:val="24"/>
          <w:szCs w:val="24"/>
        </w:rPr>
        <w:tab/>
      </w:r>
      <w:r w:rsidR="00112873" w:rsidRPr="00F0360A">
        <w:rPr>
          <w:sz w:val="24"/>
          <w:szCs w:val="24"/>
        </w:rPr>
        <w:tab/>
      </w:r>
      <w:r w:rsidR="00112873" w:rsidRPr="00F0360A">
        <w:rPr>
          <w:sz w:val="24"/>
          <w:szCs w:val="24"/>
        </w:rPr>
        <w:tab/>
      </w:r>
      <w:r w:rsidR="00112873" w:rsidRPr="00F0360A">
        <w:rPr>
          <w:sz w:val="24"/>
          <w:szCs w:val="24"/>
        </w:rPr>
        <w:tab/>
      </w:r>
      <w:r w:rsidR="00112873" w:rsidRPr="00F0360A">
        <w:rPr>
          <w:sz w:val="24"/>
          <w:szCs w:val="24"/>
        </w:rPr>
        <w:tab/>
      </w:r>
      <w:r w:rsidR="00112873" w:rsidRPr="00F0360A">
        <w:rPr>
          <w:sz w:val="24"/>
          <w:szCs w:val="24"/>
        </w:rPr>
        <w:tab/>
      </w:r>
      <w:r w:rsidR="001136DE" w:rsidRPr="00F0360A">
        <w:rPr>
          <w:sz w:val="24"/>
          <w:szCs w:val="24"/>
        </w:rPr>
        <w:t>51</w:t>
      </w:r>
      <w:r w:rsidR="00112873" w:rsidRPr="00F0360A">
        <w:rPr>
          <w:sz w:val="24"/>
          <w:szCs w:val="24"/>
        </w:rPr>
        <w:t xml:space="preserve"> t</w:t>
      </w:r>
    </w:p>
    <w:p w:rsidR="00112873" w:rsidRPr="00F0360A" w:rsidRDefault="001136DE" w:rsidP="00477811">
      <w:pPr>
        <w:pStyle w:val="ListParagraph"/>
        <w:spacing w:line="360" w:lineRule="auto"/>
        <w:ind w:left="900" w:firstLine="54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420</w:t>
      </w:r>
      <w:r w:rsidR="00477811" w:rsidRPr="00F0360A">
        <w:rPr>
          <w:sz w:val="24"/>
          <w:szCs w:val="24"/>
        </w:rPr>
        <w:t xml:space="preserve"> x 0.05</w:t>
      </w:r>
      <w:r w:rsidR="00112873" w:rsidRPr="00F0360A">
        <w:rPr>
          <w:sz w:val="24"/>
          <w:szCs w:val="24"/>
        </w:rPr>
        <w:t xml:space="preserve">  x 2.4 = </w:t>
      </w:r>
      <w:r w:rsidRPr="00F0360A">
        <w:rPr>
          <w:sz w:val="24"/>
          <w:szCs w:val="24"/>
        </w:rPr>
        <w:t>50.4</w:t>
      </w:r>
      <w:r w:rsidR="00112873" w:rsidRPr="00F0360A">
        <w:rPr>
          <w:sz w:val="24"/>
          <w:szCs w:val="24"/>
        </w:rPr>
        <w:t xml:space="preserve"> t</w:t>
      </w:r>
    </w:p>
    <w:p w:rsidR="00112873" w:rsidRPr="00F0360A" w:rsidRDefault="00112873" w:rsidP="00112873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Curatare – amorsare</w:t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="001136DE" w:rsidRPr="00F0360A">
        <w:rPr>
          <w:sz w:val="24"/>
          <w:szCs w:val="24"/>
        </w:rPr>
        <w:t>420</w:t>
      </w:r>
      <w:r w:rsidRPr="00F0360A">
        <w:rPr>
          <w:sz w:val="24"/>
          <w:szCs w:val="24"/>
        </w:rPr>
        <w:t xml:space="preserve"> mp</w:t>
      </w:r>
    </w:p>
    <w:p w:rsidR="00112873" w:rsidRPr="00F0360A" w:rsidRDefault="00112873" w:rsidP="00112873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Strat de uzura BA16, h=4 cm grosime</w:t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="001136DE" w:rsidRPr="00F0360A">
        <w:rPr>
          <w:sz w:val="24"/>
          <w:szCs w:val="24"/>
        </w:rPr>
        <w:t>420</w:t>
      </w:r>
      <w:r w:rsidRPr="00F0360A">
        <w:rPr>
          <w:sz w:val="24"/>
          <w:szCs w:val="24"/>
        </w:rPr>
        <w:t xml:space="preserve"> mp</w:t>
      </w:r>
    </w:p>
    <w:p w:rsidR="00700C0C" w:rsidRPr="00F0360A" w:rsidRDefault="00700C0C" w:rsidP="005668D5">
      <w:pPr>
        <w:spacing w:line="360" w:lineRule="auto"/>
        <w:jc w:val="both"/>
        <w:rPr>
          <w:sz w:val="24"/>
          <w:szCs w:val="24"/>
        </w:rPr>
      </w:pPr>
    </w:p>
    <w:p w:rsidR="00E54142" w:rsidRPr="00F0360A" w:rsidRDefault="00E54142" w:rsidP="00E54142">
      <w:pPr>
        <w:spacing w:line="360" w:lineRule="auto"/>
        <w:jc w:val="both"/>
        <w:rPr>
          <w:sz w:val="24"/>
          <w:szCs w:val="24"/>
        </w:rPr>
      </w:pPr>
    </w:p>
    <w:p w:rsidR="00BF1F49" w:rsidRPr="00F0360A" w:rsidRDefault="00BF1F49" w:rsidP="00BF1F49">
      <w:pPr>
        <w:spacing w:line="360" w:lineRule="auto"/>
        <w:jc w:val="center"/>
        <w:rPr>
          <w:sz w:val="32"/>
          <w:szCs w:val="32"/>
        </w:rPr>
      </w:pPr>
      <w:r w:rsidRPr="00F0360A">
        <w:rPr>
          <w:sz w:val="24"/>
          <w:szCs w:val="24"/>
        </w:rPr>
        <w:tab/>
      </w:r>
      <w:r w:rsidRPr="00F0360A">
        <w:rPr>
          <w:sz w:val="32"/>
          <w:szCs w:val="32"/>
        </w:rPr>
        <w:t>Lucrari edilitare</w:t>
      </w:r>
    </w:p>
    <w:p w:rsidR="00BF1F49" w:rsidRPr="00F0360A" w:rsidRDefault="00BF1F49" w:rsidP="00BF1F49">
      <w:pPr>
        <w:spacing w:line="360" w:lineRule="auto"/>
        <w:jc w:val="center"/>
        <w:rPr>
          <w:sz w:val="24"/>
          <w:szCs w:val="24"/>
        </w:rPr>
      </w:pPr>
    </w:p>
    <w:p w:rsidR="00BF1F49" w:rsidRPr="00F0360A" w:rsidRDefault="00BF1F49" w:rsidP="00791223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Guri de scurgere noi</w:t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="00E71621" w:rsidRPr="00F0360A">
        <w:rPr>
          <w:sz w:val="24"/>
          <w:szCs w:val="24"/>
        </w:rPr>
        <w:tab/>
      </w:r>
      <w:r w:rsidR="00E71621" w:rsidRPr="00F0360A">
        <w:rPr>
          <w:sz w:val="24"/>
          <w:szCs w:val="24"/>
        </w:rPr>
        <w:tab/>
      </w:r>
      <w:r w:rsidR="00E71621" w:rsidRPr="00F0360A">
        <w:rPr>
          <w:sz w:val="24"/>
          <w:szCs w:val="24"/>
        </w:rPr>
        <w:tab/>
      </w:r>
      <w:r w:rsidR="00E71621" w:rsidRPr="00F0360A">
        <w:rPr>
          <w:sz w:val="24"/>
          <w:szCs w:val="24"/>
        </w:rPr>
        <w:tab/>
      </w:r>
      <w:r w:rsidR="00791223" w:rsidRPr="00F0360A">
        <w:rPr>
          <w:sz w:val="24"/>
          <w:szCs w:val="24"/>
        </w:rPr>
        <w:tab/>
      </w:r>
      <w:r w:rsidR="00D6495B" w:rsidRPr="00F0360A">
        <w:rPr>
          <w:sz w:val="24"/>
          <w:szCs w:val="24"/>
        </w:rPr>
        <w:t>5</w:t>
      </w:r>
      <w:r w:rsidRPr="00F0360A">
        <w:rPr>
          <w:sz w:val="24"/>
          <w:szCs w:val="24"/>
        </w:rPr>
        <w:t xml:space="preserve"> buc</w:t>
      </w:r>
    </w:p>
    <w:p w:rsidR="009721E3" w:rsidRPr="00F0360A" w:rsidRDefault="009721E3" w:rsidP="009721E3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Gur</w:t>
      </w:r>
      <w:r w:rsidR="00BD4265" w:rsidRPr="00F0360A">
        <w:rPr>
          <w:sz w:val="24"/>
          <w:szCs w:val="24"/>
        </w:rPr>
        <w:t>i de scurgere existente</w:t>
      </w:r>
      <w:r w:rsidR="00BD4265" w:rsidRPr="00F0360A">
        <w:rPr>
          <w:sz w:val="24"/>
          <w:szCs w:val="24"/>
        </w:rPr>
        <w:tab/>
      </w:r>
      <w:r w:rsidR="00BD4265" w:rsidRPr="00F0360A">
        <w:rPr>
          <w:sz w:val="24"/>
          <w:szCs w:val="24"/>
        </w:rPr>
        <w:tab/>
      </w:r>
      <w:r w:rsidR="00BD4265" w:rsidRPr="00F0360A">
        <w:rPr>
          <w:sz w:val="24"/>
          <w:szCs w:val="24"/>
        </w:rPr>
        <w:tab/>
      </w:r>
      <w:r w:rsidR="00BD4265" w:rsidRPr="00F0360A">
        <w:rPr>
          <w:sz w:val="24"/>
          <w:szCs w:val="24"/>
        </w:rPr>
        <w:tab/>
      </w:r>
      <w:r w:rsidR="00BD4265" w:rsidRPr="00F0360A">
        <w:rPr>
          <w:sz w:val="24"/>
          <w:szCs w:val="24"/>
        </w:rPr>
        <w:tab/>
      </w:r>
      <w:r w:rsidR="00BD4265" w:rsidRPr="00F0360A">
        <w:rPr>
          <w:sz w:val="24"/>
          <w:szCs w:val="24"/>
        </w:rPr>
        <w:tab/>
      </w:r>
      <w:r w:rsidR="00BD4265" w:rsidRPr="00F0360A">
        <w:rPr>
          <w:sz w:val="24"/>
          <w:szCs w:val="24"/>
        </w:rPr>
        <w:tab/>
      </w:r>
      <w:r w:rsidR="00BD4265" w:rsidRPr="00F0360A">
        <w:rPr>
          <w:sz w:val="24"/>
          <w:szCs w:val="24"/>
        </w:rPr>
        <w:tab/>
      </w:r>
      <w:r w:rsidR="00D6495B" w:rsidRPr="00F0360A">
        <w:rPr>
          <w:sz w:val="24"/>
          <w:szCs w:val="24"/>
        </w:rPr>
        <w:t>6</w:t>
      </w:r>
      <w:r w:rsidRPr="00F0360A">
        <w:rPr>
          <w:sz w:val="24"/>
          <w:szCs w:val="24"/>
        </w:rPr>
        <w:t xml:space="preserve"> buc</w:t>
      </w:r>
    </w:p>
    <w:p w:rsidR="00BF1F49" w:rsidRPr="00F0360A" w:rsidRDefault="00BF1F49" w:rsidP="00791223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Camine de vizitare</w:t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="002876A4" w:rsidRPr="00F0360A">
        <w:rPr>
          <w:sz w:val="24"/>
          <w:szCs w:val="24"/>
        </w:rPr>
        <w:tab/>
      </w:r>
      <w:r w:rsidR="002876A4" w:rsidRPr="00F0360A">
        <w:rPr>
          <w:sz w:val="24"/>
          <w:szCs w:val="24"/>
        </w:rPr>
        <w:tab/>
      </w:r>
      <w:r w:rsidR="002876A4" w:rsidRPr="00F0360A">
        <w:rPr>
          <w:sz w:val="24"/>
          <w:szCs w:val="24"/>
        </w:rPr>
        <w:tab/>
      </w:r>
      <w:r w:rsidR="002876A4" w:rsidRPr="00F0360A">
        <w:rPr>
          <w:sz w:val="24"/>
          <w:szCs w:val="24"/>
        </w:rPr>
        <w:tab/>
      </w:r>
      <w:r w:rsidR="00791223" w:rsidRPr="00F0360A">
        <w:rPr>
          <w:sz w:val="24"/>
          <w:szCs w:val="24"/>
        </w:rPr>
        <w:tab/>
      </w:r>
      <w:r w:rsidR="00D6495B" w:rsidRPr="00F0360A">
        <w:rPr>
          <w:sz w:val="24"/>
          <w:szCs w:val="24"/>
        </w:rPr>
        <w:t>14</w:t>
      </w:r>
      <w:r w:rsidRPr="00F0360A">
        <w:rPr>
          <w:sz w:val="24"/>
          <w:szCs w:val="24"/>
        </w:rPr>
        <w:t xml:space="preserve"> buc</w:t>
      </w:r>
    </w:p>
    <w:p w:rsidR="00BD4265" w:rsidRPr="00F0360A" w:rsidRDefault="00BD4265" w:rsidP="00682BD4">
      <w:pPr>
        <w:pStyle w:val="ListParagraph"/>
        <w:spacing w:line="360" w:lineRule="auto"/>
        <w:ind w:left="900"/>
        <w:jc w:val="both"/>
        <w:rPr>
          <w:sz w:val="24"/>
          <w:szCs w:val="24"/>
        </w:rPr>
      </w:pPr>
    </w:p>
    <w:p w:rsidR="00BF1F49" w:rsidRPr="00F0360A" w:rsidRDefault="00BF1F49" w:rsidP="00EF764B">
      <w:pPr>
        <w:pStyle w:val="ListParagraph"/>
        <w:spacing w:line="360" w:lineRule="auto"/>
        <w:ind w:left="1440"/>
        <w:jc w:val="both"/>
        <w:rPr>
          <w:sz w:val="24"/>
          <w:szCs w:val="24"/>
        </w:rPr>
      </w:pPr>
    </w:p>
    <w:p w:rsidR="00BF1F49" w:rsidRPr="00F0360A" w:rsidRDefault="00BF1F49" w:rsidP="00BF1F49">
      <w:pPr>
        <w:spacing w:line="360" w:lineRule="auto"/>
        <w:jc w:val="both"/>
        <w:rPr>
          <w:sz w:val="24"/>
          <w:szCs w:val="24"/>
        </w:rPr>
      </w:pPr>
    </w:p>
    <w:p w:rsidR="009B18B9" w:rsidRPr="00F0360A" w:rsidRDefault="00EF764B" w:rsidP="009B18B9">
      <w:pPr>
        <w:spacing w:line="360" w:lineRule="auto"/>
        <w:jc w:val="center"/>
        <w:rPr>
          <w:sz w:val="32"/>
          <w:szCs w:val="32"/>
        </w:rPr>
      </w:pPr>
      <w:r w:rsidRPr="00F0360A">
        <w:rPr>
          <w:sz w:val="24"/>
          <w:szCs w:val="24"/>
        </w:rPr>
        <w:tab/>
      </w:r>
      <w:r w:rsidR="009B18B9" w:rsidRPr="00F0360A">
        <w:rPr>
          <w:sz w:val="32"/>
          <w:szCs w:val="32"/>
        </w:rPr>
        <w:t xml:space="preserve">Reglementarea circulatiei </w:t>
      </w:r>
    </w:p>
    <w:p w:rsidR="009B18B9" w:rsidRPr="00F0360A" w:rsidRDefault="009B18B9" w:rsidP="00791223">
      <w:pPr>
        <w:pStyle w:val="ListParagraph"/>
        <w:spacing w:line="360" w:lineRule="auto"/>
        <w:ind w:left="900"/>
        <w:jc w:val="both"/>
        <w:rPr>
          <w:sz w:val="24"/>
          <w:szCs w:val="24"/>
        </w:rPr>
      </w:pPr>
    </w:p>
    <w:p w:rsidR="009B18B9" w:rsidRPr="00F0360A" w:rsidRDefault="009B18B9" w:rsidP="00791223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>Marcaje rutiere longitudinale</w:t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  <w:r w:rsidR="00D6495B" w:rsidRPr="00F0360A">
        <w:rPr>
          <w:sz w:val="24"/>
          <w:szCs w:val="24"/>
        </w:rPr>
        <w:tab/>
        <w:t xml:space="preserve">         0.957</w:t>
      </w:r>
      <w:r w:rsidR="00B46554" w:rsidRPr="00F0360A">
        <w:rPr>
          <w:sz w:val="24"/>
          <w:szCs w:val="24"/>
        </w:rPr>
        <w:t xml:space="preserve"> km</w:t>
      </w:r>
    </w:p>
    <w:p w:rsidR="003C3D9B" w:rsidRPr="00F0360A" w:rsidRDefault="00994C1D" w:rsidP="00791223">
      <w:pPr>
        <w:pStyle w:val="ListParagraph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 xml:space="preserve">Procurare </w:t>
      </w:r>
      <w:r w:rsidR="00216595" w:rsidRPr="00F0360A">
        <w:rPr>
          <w:sz w:val="24"/>
          <w:szCs w:val="24"/>
        </w:rPr>
        <w:t>si instalare indicatoare</w:t>
      </w:r>
      <w:r w:rsidR="00216595" w:rsidRPr="00F0360A">
        <w:rPr>
          <w:sz w:val="24"/>
          <w:szCs w:val="24"/>
        </w:rPr>
        <w:tab/>
      </w:r>
      <w:r w:rsidR="00216595" w:rsidRPr="00F0360A">
        <w:rPr>
          <w:sz w:val="24"/>
          <w:szCs w:val="24"/>
        </w:rPr>
        <w:tab/>
      </w:r>
      <w:r w:rsidR="00216595" w:rsidRPr="00F0360A">
        <w:rPr>
          <w:sz w:val="24"/>
          <w:szCs w:val="24"/>
        </w:rPr>
        <w:tab/>
      </w:r>
      <w:r w:rsidR="00216595" w:rsidRPr="00F0360A">
        <w:rPr>
          <w:sz w:val="24"/>
          <w:szCs w:val="24"/>
        </w:rPr>
        <w:tab/>
      </w:r>
      <w:r w:rsidR="00216595" w:rsidRPr="00F0360A">
        <w:rPr>
          <w:sz w:val="24"/>
          <w:szCs w:val="24"/>
        </w:rPr>
        <w:tab/>
      </w:r>
      <w:r w:rsidR="00216595" w:rsidRPr="00F0360A">
        <w:rPr>
          <w:sz w:val="24"/>
          <w:szCs w:val="24"/>
        </w:rPr>
        <w:tab/>
      </w:r>
      <w:r w:rsidR="00216595" w:rsidRPr="00F0360A">
        <w:rPr>
          <w:sz w:val="24"/>
          <w:szCs w:val="24"/>
        </w:rPr>
        <w:tab/>
      </w:r>
      <w:r w:rsidR="00125DE3" w:rsidRPr="00F0360A">
        <w:rPr>
          <w:sz w:val="24"/>
          <w:szCs w:val="24"/>
        </w:rPr>
        <w:t xml:space="preserve">    </w:t>
      </w:r>
      <w:r w:rsidR="004A6120" w:rsidRPr="00F0360A">
        <w:rPr>
          <w:sz w:val="24"/>
          <w:szCs w:val="24"/>
        </w:rPr>
        <w:t>7</w:t>
      </w:r>
      <w:r w:rsidR="003C3D9B" w:rsidRPr="00F0360A">
        <w:rPr>
          <w:sz w:val="24"/>
          <w:szCs w:val="24"/>
        </w:rPr>
        <w:t xml:space="preserve"> buc</w:t>
      </w:r>
    </w:p>
    <w:p w:rsidR="00BD1559" w:rsidRPr="00F0360A" w:rsidRDefault="00BD1559" w:rsidP="00791223">
      <w:pPr>
        <w:pStyle w:val="ListParagraph"/>
        <w:spacing w:line="360" w:lineRule="auto"/>
        <w:ind w:left="900"/>
        <w:jc w:val="both"/>
        <w:rPr>
          <w:sz w:val="24"/>
          <w:szCs w:val="24"/>
        </w:rPr>
      </w:pPr>
      <w:r w:rsidRPr="00F0360A">
        <w:rPr>
          <w:sz w:val="24"/>
          <w:szCs w:val="24"/>
        </w:rPr>
        <w:tab/>
      </w:r>
      <w:r w:rsidRPr="00F0360A">
        <w:rPr>
          <w:sz w:val="24"/>
          <w:szCs w:val="24"/>
        </w:rPr>
        <w:tab/>
      </w:r>
    </w:p>
    <w:p w:rsidR="00433FB8" w:rsidRPr="00F0360A" w:rsidRDefault="00433FB8" w:rsidP="005D2769">
      <w:pPr>
        <w:rPr>
          <w:rFonts w:ascii="Arial" w:hAnsi="Arial" w:cs="Arial"/>
          <w:b/>
          <w:sz w:val="24"/>
          <w:szCs w:val="24"/>
        </w:rPr>
      </w:pPr>
    </w:p>
    <w:sectPr w:rsidR="00433FB8" w:rsidRPr="00F0360A" w:rsidSect="006A745B">
      <w:headerReference w:type="default" r:id="rId8"/>
      <w:footerReference w:type="even" r:id="rId9"/>
      <w:footerReference w:type="default" r:id="rId10"/>
      <w:pgSz w:w="11907" w:h="16840" w:code="9"/>
      <w:pgMar w:top="720" w:right="720" w:bottom="720" w:left="1008" w:header="360" w:footer="850" w:gutter="0"/>
      <w:pgNumType w:start="1" w:chapSep="period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16AD" w:rsidRDefault="009816AD">
      <w:r>
        <w:separator/>
      </w:r>
    </w:p>
  </w:endnote>
  <w:endnote w:type="continuationSeparator" w:id="1">
    <w:p w:rsidR="009816AD" w:rsidRDefault="009816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ineta BT">
    <w:panose1 w:val="04020906050602070202"/>
    <w:charset w:val="00"/>
    <w:family w:val="decorative"/>
    <w:pitch w:val="variable"/>
    <w:sig w:usb0="00000087" w:usb1="00000000" w:usb2="00000000" w:usb3="00000000" w:csb0="0000001B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329" w:rsidRDefault="000606A2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25C" w:rsidRDefault="00656066">
    <w:pPr>
      <w:pStyle w:val="Footer"/>
    </w:pPr>
    <w:r>
      <w:rPr>
        <w:noProof/>
      </w:rPr>
      <w:pict>
        <v:line id="_x0000_s1045" style="position:absolute;z-index:251656192" from="15.3pt,4.65pt" to="471.3pt,4.65pt"/>
      </w:pict>
    </w:r>
  </w:p>
  <w:p w:rsidR="00CC125C" w:rsidRDefault="002B52BC" w:rsidP="001C2C40">
    <w:pPr>
      <w:pStyle w:val="Footer"/>
      <w:tabs>
        <w:tab w:val="clear" w:pos="4320"/>
        <w:tab w:val="left" w:pos="8640"/>
      </w:tabs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16AD" w:rsidRDefault="009816AD">
      <w:r>
        <w:separator/>
      </w:r>
    </w:p>
  </w:footnote>
  <w:footnote w:type="continuationSeparator" w:id="1">
    <w:p w:rsidR="009816AD" w:rsidRDefault="009816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025" w:rsidRPr="009811F1" w:rsidRDefault="009811F1" w:rsidP="009811F1">
    <w:pPr>
      <w:jc w:val="right"/>
      <w:rPr>
        <w:sz w:val="10"/>
        <w:szCs w:val="10"/>
      </w:rPr>
    </w:pPr>
    <w:r>
      <w:rPr>
        <w:sz w:val="10"/>
        <w:szCs w:val="10"/>
      </w:rPr>
      <w:tab/>
    </w:r>
    <w:r>
      <w:rPr>
        <w:sz w:val="10"/>
        <w:szCs w:val="10"/>
      </w:rPr>
      <w:tab/>
    </w:r>
  </w:p>
  <w:p w:rsidR="00AE1340" w:rsidRPr="00A97320" w:rsidRDefault="00AE1340" w:rsidP="00AE1340">
    <w:pPr>
      <w:pStyle w:val="Header"/>
      <w:tabs>
        <w:tab w:val="clear" w:pos="8640"/>
        <w:tab w:val="right" w:pos="9540"/>
      </w:tabs>
      <w:rPr>
        <w:rFonts w:ascii="Arial" w:hAnsi="Arial" w:cs="Arial"/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F0103164"/>
    <w:name w:val="WW8Num4"/>
    <w:lvl w:ilvl="0">
      <w:start w:val="1"/>
      <w:numFmt w:val="bullet"/>
      <w:lvlText w:val="●"/>
      <w:lvlJc w:val="left"/>
      <w:pPr>
        <w:tabs>
          <w:tab w:val="num" w:pos="-454"/>
        </w:tabs>
        <w:ind w:left="-454" w:hanging="567"/>
      </w:pPr>
      <w:rPr>
        <w:rFonts w:ascii="Arial" w:hAnsi="Arial" w:cs="Arial" w:hint="default"/>
        <w:sz w:val="18"/>
        <w:szCs w:val="18"/>
      </w:rPr>
    </w:lvl>
  </w:abstractNum>
  <w:abstractNum w:abstractNumId="1">
    <w:nsid w:val="00000004"/>
    <w:multiLevelType w:val="singleLevel"/>
    <w:tmpl w:val="00000004"/>
    <w:name w:val="WW8Num5"/>
    <w:lvl w:ilvl="0">
      <w:start w:val="1"/>
      <w:numFmt w:val="bullet"/>
      <w:lvlText w:val="✔"/>
      <w:lvlJc w:val="left"/>
      <w:pPr>
        <w:tabs>
          <w:tab w:val="num" w:pos="-488"/>
        </w:tabs>
        <w:ind w:left="-488" w:hanging="363"/>
      </w:pPr>
      <w:rPr>
        <w:rFonts w:ascii="StarSymbol" w:hAnsi="StarSymbol" w:cs="StarSymbol"/>
        <w:sz w:val="18"/>
        <w:szCs w:val="18"/>
      </w:rPr>
    </w:lvl>
  </w:abstractNum>
  <w:abstractNum w:abstractNumId="2">
    <w:nsid w:val="00000009"/>
    <w:multiLevelType w:val="multilevel"/>
    <w:tmpl w:val="00000009"/>
    <w:lvl w:ilvl="0">
      <w:start w:val="1"/>
      <w:numFmt w:val="bullet"/>
      <w:lvlText w:val="●"/>
      <w:lvlJc w:val="left"/>
      <w:pPr>
        <w:tabs>
          <w:tab w:val="num" w:pos="-454"/>
        </w:tabs>
        <w:ind w:left="-454" w:hanging="56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●"/>
      <w:lvlJc w:val="left"/>
      <w:pPr>
        <w:tabs>
          <w:tab w:val="num" w:pos="2367"/>
        </w:tabs>
        <w:ind w:left="2367" w:hanging="56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2300AF7"/>
    <w:multiLevelType w:val="multilevel"/>
    <w:tmpl w:val="BF3CF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5635EF0"/>
    <w:multiLevelType w:val="hybridMultilevel"/>
    <w:tmpl w:val="0C986EB8"/>
    <w:lvl w:ilvl="0" w:tplc="04090019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1E200A"/>
    <w:multiLevelType w:val="hybridMultilevel"/>
    <w:tmpl w:val="A416591E"/>
    <w:lvl w:ilvl="0" w:tplc="FFFFFFFF">
      <w:start w:val="4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Vineta BT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Vineta BT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Vineta BT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08281298"/>
    <w:multiLevelType w:val="multilevel"/>
    <w:tmpl w:val="3FB806BA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9072FF"/>
    <w:multiLevelType w:val="multilevel"/>
    <w:tmpl w:val="FCEEBEF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">
    <w:nsid w:val="0EFF7670"/>
    <w:multiLevelType w:val="multilevel"/>
    <w:tmpl w:val="C81C5A5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0FBD065E"/>
    <w:multiLevelType w:val="singleLevel"/>
    <w:tmpl w:val="C58AC09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23A7D53"/>
    <w:multiLevelType w:val="hybridMultilevel"/>
    <w:tmpl w:val="8B4C576E"/>
    <w:lvl w:ilvl="0" w:tplc="F12EF826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44371D9"/>
    <w:multiLevelType w:val="hybridMultilevel"/>
    <w:tmpl w:val="F496E532"/>
    <w:lvl w:ilvl="0" w:tplc="0418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2">
    <w:nsid w:val="14D01417"/>
    <w:multiLevelType w:val="multilevel"/>
    <w:tmpl w:val="86FCF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8292148"/>
    <w:multiLevelType w:val="multilevel"/>
    <w:tmpl w:val="400C651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960"/>
        </w:tabs>
        <w:ind w:left="396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760"/>
        </w:tabs>
        <w:ind w:left="57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6480"/>
        </w:tabs>
        <w:ind w:left="64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7560"/>
        </w:tabs>
        <w:ind w:left="75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8640"/>
        </w:tabs>
        <w:ind w:left="8640" w:hanging="2160"/>
      </w:pPr>
    </w:lvl>
  </w:abstractNum>
  <w:abstractNum w:abstractNumId="14">
    <w:nsid w:val="1A1A7F27"/>
    <w:multiLevelType w:val="singleLevel"/>
    <w:tmpl w:val="C35ADF9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4A75985"/>
    <w:multiLevelType w:val="hybridMultilevel"/>
    <w:tmpl w:val="DA963D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4BC78B3"/>
    <w:multiLevelType w:val="hybridMultilevel"/>
    <w:tmpl w:val="B1743CBA"/>
    <w:lvl w:ilvl="0" w:tplc="064CEF3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D4CDCD0">
      <w:start w:val="1"/>
      <w:numFmt w:val="lowerLetter"/>
      <w:lvlText w:val="%2)"/>
      <w:lvlJc w:val="left"/>
      <w:pPr>
        <w:tabs>
          <w:tab w:val="num" w:pos="2265"/>
        </w:tabs>
        <w:ind w:left="2265" w:hanging="825"/>
      </w:pPr>
      <w:rPr>
        <w:rFonts w:hint="default"/>
      </w:rPr>
    </w:lvl>
    <w:lvl w:ilvl="2" w:tplc="FB42D65C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26B17DC5"/>
    <w:multiLevelType w:val="hybridMultilevel"/>
    <w:tmpl w:val="A2D07F42"/>
    <w:lvl w:ilvl="0" w:tplc="04090001">
      <w:start w:val="1"/>
      <w:numFmt w:val="bullet"/>
      <w:lvlText w:val=""/>
      <w:lvlJc w:val="left"/>
      <w:pPr>
        <w:tabs>
          <w:tab w:val="num" w:pos="1655"/>
        </w:tabs>
        <w:ind w:left="16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75"/>
        </w:tabs>
        <w:ind w:left="23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95"/>
        </w:tabs>
        <w:ind w:left="30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15"/>
        </w:tabs>
        <w:ind w:left="38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35"/>
        </w:tabs>
        <w:ind w:left="45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55"/>
        </w:tabs>
        <w:ind w:left="52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75"/>
        </w:tabs>
        <w:ind w:left="59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95"/>
        </w:tabs>
        <w:ind w:left="66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15"/>
        </w:tabs>
        <w:ind w:left="7415" w:hanging="360"/>
      </w:pPr>
      <w:rPr>
        <w:rFonts w:ascii="Wingdings" w:hAnsi="Wingdings" w:hint="default"/>
      </w:rPr>
    </w:lvl>
  </w:abstractNum>
  <w:abstractNum w:abstractNumId="18">
    <w:nsid w:val="28103875"/>
    <w:multiLevelType w:val="hybridMultilevel"/>
    <w:tmpl w:val="2A8EEA2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8B1582F"/>
    <w:multiLevelType w:val="hybridMultilevel"/>
    <w:tmpl w:val="75F0F00C"/>
    <w:lvl w:ilvl="0" w:tplc="0418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0">
    <w:nsid w:val="34346915"/>
    <w:multiLevelType w:val="hybridMultilevel"/>
    <w:tmpl w:val="76B6BCD0"/>
    <w:lvl w:ilvl="0" w:tplc="0CF43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5AE13EA"/>
    <w:multiLevelType w:val="hybridMultilevel"/>
    <w:tmpl w:val="7256A7C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3">
      <w:start w:val="1"/>
      <w:numFmt w:val="upp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E52E30"/>
    <w:multiLevelType w:val="hybridMultilevel"/>
    <w:tmpl w:val="10088A06"/>
    <w:lvl w:ilvl="0" w:tplc="40C05A64">
      <w:start w:val="19"/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E4A6BCD"/>
    <w:multiLevelType w:val="hybridMultilevel"/>
    <w:tmpl w:val="9752A2C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5BF6EEC"/>
    <w:multiLevelType w:val="hybridMultilevel"/>
    <w:tmpl w:val="2558E502"/>
    <w:lvl w:ilvl="0" w:tplc="040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5">
    <w:nsid w:val="4DD05CA0"/>
    <w:multiLevelType w:val="multilevel"/>
    <w:tmpl w:val="4E7405EC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26">
    <w:nsid w:val="4F582343"/>
    <w:multiLevelType w:val="hybridMultilevel"/>
    <w:tmpl w:val="11DCA568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52112045"/>
    <w:multiLevelType w:val="hybridMultilevel"/>
    <w:tmpl w:val="3E4C3B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2456FF7"/>
    <w:multiLevelType w:val="singleLevel"/>
    <w:tmpl w:val="4A58AB0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3D734A1"/>
    <w:multiLevelType w:val="hybridMultilevel"/>
    <w:tmpl w:val="A60213BE"/>
    <w:lvl w:ilvl="0" w:tplc="665EB7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54A0F07"/>
    <w:multiLevelType w:val="hybridMultilevel"/>
    <w:tmpl w:val="537C2C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86123CC"/>
    <w:multiLevelType w:val="multilevel"/>
    <w:tmpl w:val="0C986EB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B591214"/>
    <w:multiLevelType w:val="hybridMultilevel"/>
    <w:tmpl w:val="31944C94"/>
    <w:lvl w:ilvl="0" w:tplc="1B9445BE">
      <w:start w:val="1"/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15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C763323"/>
    <w:multiLevelType w:val="multilevel"/>
    <w:tmpl w:val="2406622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CCC0CFD"/>
    <w:multiLevelType w:val="hybridMultilevel"/>
    <w:tmpl w:val="B0B6EAD8"/>
    <w:lvl w:ilvl="0" w:tplc="04090019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8E00B2F"/>
    <w:multiLevelType w:val="hybridMultilevel"/>
    <w:tmpl w:val="31EEEA64"/>
    <w:lvl w:ilvl="0" w:tplc="FFFFFFFF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641"/>
        </w:tabs>
        <w:ind w:left="1641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36">
    <w:nsid w:val="792F5C42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>
    <w:nsid w:val="79BE3A87"/>
    <w:multiLevelType w:val="multilevel"/>
    <w:tmpl w:val="20E683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38">
    <w:nsid w:val="7B4F583A"/>
    <w:multiLevelType w:val="multilevel"/>
    <w:tmpl w:val="C81C5A5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3"/>
  </w:num>
  <w:num w:numId="2">
    <w:abstractNumId w:val="36"/>
  </w:num>
  <w:num w:numId="3">
    <w:abstractNumId w:val="35"/>
  </w:num>
  <w:num w:numId="4">
    <w:abstractNumId w:val="14"/>
  </w:num>
  <w:num w:numId="5">
    <w:abstractNumId w:val="9"/>
  </w:num>
  <w:num w:numId="6">
    <w:abstractNumId w:val="26"/>
  </w:num>
  <w:num w:numId="7">
    <w:abstractNumId w:val="20"/>
  </w:num>
  <w:num w:numId="8">
    <w:abstractNumId w:val="38"/>
  </w:num>
  <w:num w:numId="9">
    <w:abstractNumId w:val="28"/>
  </w:num>
  <w:num w:numId="10">
    <w:abstractNumId w:val="5"/>
  </w:num>
  <w:num w:numId="1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34"/>
  </w:num>
  <w:num w:numId="17">
    <w:abstractNumId w:val="4"/>
  </w:num>
  <w:num w:numId="18">
    <w:abstractNumId w:val="31"/>
  </w:num>
  <w:num w:numId="19">
    <w:abstractNumId w:val="16"/>
  </w:num>
  <w:num w:numId="20">
    <w:abstractNumId w:val="32"/>
  </w:num>
  <w:num w:numId="21">
    <w:abstractNumId w:val="24"/>
  </w:num>
  <w:num w:numId="22">
    <w:abstractNumId w:val="21"/>
  </w:num>
  <w:num w:numId="23">
    <w:abstractNumId w:val="11"/>
  </w:num>
  <w:num w:numId="24">
    <w:abstractNumId w:val="19"/>
  </w:num>
  <w:num w:numId="25">
    <w:abstractNumId w:val="25"/>
  </w:num>
  <w:num w:numId="26">
    <w:abstractNumId w:val="18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</w:num>
  <w:num w:numId="37">
    <w:abstractNumId w:val="8"/>
  </w:num>
  <w:num w:numId="38">
    <w:abstractNumId w:val="33"/>
  </w:num>
  <w:num w:numId="39">
    <w:abstractNumId w:val="0"/>
  </w:num>
  <w:num w:numId="40">
    <w:abstractNumId w:val="1"/>
  </w:num>
  <w:num w:numId="41">
    <w:abstractNumId w:val="2"/>
  </w:num>
  <w:num w:numId="42">
    <w:abstractNumId w:val="30"/>
  </w:num>
  <w:num w:numId="43">
    <w:abstractNumId w:val="29"/>
  </w:num>
  <w:num w:numId="44">
    <w:abstractNumId w:val="15"/>
  </w:num>
  <w:num w:numId="45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3F01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563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085DAD"/>
    <w:rsid w:val="000012B6"/>
    <w:rsid w:val="00002824"/>
    <w:rsid w:val="0000737D"/>
    <w:rsid w:val="00007988"/>
    <w:rsid w:val="000166A9"/>
    <w:rsid w:val="00017D90"/>
    <w:rsid w:val="00020EEC"/>
    <w:rsid w:val="00022BBC"/>
    <w:rsid w:val="000239D1"/>
    <w:rsid w:val="00025EF8"/>
    <w:rsid w:val="000311FA"/>
    <w:rsid w:val="000330B4"/>
    <w:rsid w:val="00037BA3"/>
    <w:rsid w:val="00040590"/>
    <w:rsid w:val="000415E3"/>
    <w:rsid w:val="00043DBA"/>
    <w:rsid w:val="0004497E"/>
    <w:rsid w:val="00045BB9"/>
    <w:rsid w:val="0005002D"/>
    <w:rsid w:val="00052231"/>
    <w:rsid w:val="0005352F"/>
    <w:rsid w:val="00055181"/>
    <w:rsid w:val="000606A2"/>
    <w:rsid w:val="00061886"/>
    <w:rsid w:val="00063AE6"/>
    <w:rsid w:val="0006603B"/>
    <w:rsid w:val="00070177"/>
    <w:rsid w:val="00073318"/>
    <w:rsid w:val="00073DB2"/>
    <w:rsid w:val="0007449C"/>
    <w:rsid w:val="00085DAD"/>
    <w:rsid w:val="0009062A"/>
    <w:rsid w:val="00092414"/>
    <w:rsid w:val="00095F54"/>
    <w:rsid w:val="000A1DEB"/>
    <w:rsid w:val="000A4A9A"/>
    <w:rsid w:val="000A4D89"/>
    <w:rsid w:val="000B4B3A"/>
    <w:rsid w:val="000B4F5B"/>
    <w:rsid w:val="000B7579"/>
    <w:rsid w:val="000B79C1"/>
    <w:rsid w:val="000C096B"/>
    <w:rsid w:val="000C468E"/>
    <w:rsid w:val="000C47FA"/>
    <w:rsid w:val="000D0D18"/>
    <w:rsid w:val="000D1CC5"/>
    <w:rsid w:val="000D2CF3"/>
    <w:rsid w:val="000D4E7C"/>
    <w:rsid w:val="000D5171"/>
    <w:rsid w:val="000D61BC"/>
    <w:rsid w:val="000D7B2A"/>
    <w:rsid w:val="000F5359"/>
    <w:rsid w:val="000F5C7C"/>
    <w:rsid w:val="000F5DAE"/>
    <w:rsid w:val="000F6C9F"/>
    <w:rsid w:val="000F7536"/>
    <w:rsid w:val="00106155"/>
    <w:rsid w:val="00112873"/>
    <w:rsid w:val="00112CC7"/>
    <w:rsid w:val="001136DE"/>
    <w:rsid w:val="001229F6"/>
    <w:rsid w:val="00123EA9"/>
    <w:rsid w:val="00124959"/>
    <w:rsid w:val="00125DE3"/>
    <w:rsid w:val="0012688D"/>
    <w:rsid w:val="0013518E"/>
    <w:rsid w:val="0013742F"/>
    <w:rsid w:val="00143634"/>
    <w:rsid w:val="00145015"/>
    <w:rsid w:val="001474E6"/>
    <w:rsid w:val="001506AD"/>
    <w:rsid w:val="0015087B"/>
    <w:rsid w:val="00151019"/>
    <w:rsid w:val="00151C5B"/>
    <w:rsid w:val="00152879"/>
    <w:rsid w:val="0016007F"/>
    <w:rsid w:val="001642C8"/>
    <w:rsid w:val="00172692"/>
    <w:rsid w:val="00176C2B"/>
    <w:rsid w:val="0018238E"/>
    <w:rsid w:val="00182A2A"/>
    <w:rsid w:val="00184BDA"/>
    <w:rsid w:val="00185302"/>
    <w:rsid w:val="00192AE2"/>
    <w:rsid w:val="00195631"/>
    <w:rsid w:val="001A21B9"/>
    <w:rsid w:val="001A6782"/>
    <w:rsid w:val="001B297B"/>
    <w:rsid w:val="001B2F7C"/>
    <w:rsid w:val="001B50C3"/>
    <w:rsid w:val="001C136E"/>
    <w:rsid w:val="001C2C40"/>
    <w:rsid w:val="001C6589"/>
    <w:rsid w:val="001D01B9"/>
    <w:rsid w:val="001D56DC"/>
    <w:rsid w:val="001F3644"/>
    <w:rsid w:val="001F70FC"/>
    <w:rsid w:val="002054D7"/>
    <w:rsid w:val="0021030B"/>
    <w:rsid w:val="00216593"/>
    <w:rsid w:val="00216595"/>
    <w:rsid w:val="0021761E"/>
    <w:rsid w:val="00227069"/>
    <w:rsid w:val="00227AE7"/>
    <w:rsid w:val="0023732E"/>
    <w:rsid w:val="002446EA"/>
    <w:rsid w:val="00245646"/>
    <w:rsid w:val="00251E99"/>
    <w:rsid w:val="002567E4"/>
    <w:rsid w:val="00257D28"/>
    <w:rsid w:val="002615B7"/>
    <w:rsid w:val="002643DF"/>
    <w:rsid w:val="00267135"/>
    <w:rsid w:val="00267812"/>
    <w:rsid w:val="00270DCE"/>
    <w:rsid w:val="00272E1F"/>
    <w:rsid w:val="00275EF9"/>
    <w:rsid w:val="002823D5"/>
    <w:rsid w:val="002876A4"/>
    <w:rsid w:val="00293186"/>
    <w:rsid w:val="002A07A9"/>
    <w:rsid w:val="002A57F4"/>
    <w:rsid w:val="002A6B78"/>
    <w:rsid w:val="002A714C"/>
    <w:rsid w:val="002B52BC"/>
    <w:rsid w:val="002C1F3D"/>
    <w:rsid w:val="002C70D5"/>
    <w:rsid w:val="002E79DD"/>
    <w:rsid w:val="002F1854"/>
    <w:rsid w:val="002F1CED"/>
    <w:rsid w:val="002F21EC"/>
    <w:rsid w:val="002F315E"/>
    <w:rsid w:val="002F3641"/>
    <w:rsid w:val="002F3710"/>
    <w:rsid w:val="002F4B66"/>
    <w:rsid w:val="002F76A9"/>
    <w:rsid w:val="00314945"/>
    <w:rsid w:val="00315478"/>
    <w:rsid w:val="00321E86"/>
    <w:rsid w:val="00324B4E"/>
    <w:rsid w:val="00325954"/>
    <w:rsid w:val="00326347"/>
    <w:rsid w:val="0033076E"/>
    <w:rsid w:val="0034065B"/>
    <w:rsid w:val="0034342E"/>
    <w:rsid w:val="0034384E"/>
    <w:rsid w:val="00343CA3"/>
    <w:rsid w:val="0035406A"/>
    <w:rsid w:val="003542AD"/>
    <w:rsid w:val="003576EE"/>
    <w:rsid w:val="003637E3"/>
    <w:rsid w:val="0036686C"/>
    <w:rsid w:val="00371FF9"/>
    <w:rsid w:val="00373465"/>
    <w:rsid w:val="00374432"/>
    <w:rsid w:val="0037714A"/>
    <w:rsid w:val="00377DB8"/>
    <w:rsid w:val="00381070"/>
    <w:rsid w:val="00382957"/>
    <w:rsid w:val="00384E4B"/>
    <w:rsid w:val="003857BA"/>
    <w:rsid w:val="00385C39"/>
    <w:rsid w:val="00387764"/>
    <w:rsid w:val="003A29A5"/>
    <w:rsid w:val="003A2E19"/>
    <w:rsid w:val="003A36BC"/>
    <w:rsid w:val="003A414D"/>
    <w:rsid w:val="003A6303"/>
    <w:rsid w:val="003B2E4C"/>
    <w:rsid w:val="003B3EAE"/>
    <w:rsid w:val="003B4418"/>
    <w:rsid w:val="003B474E"/>
    <w:rsid w:val="003B548F"/>
    <w:rsid w:val="003B7901"/>
    <w:rsid w:val="003C09D6"/>
    <w:rsid w:val="003C10CE"/>
    <w:rsid w:val="003C3D9B"/>
    <w:rsid w:val="003C6D3F"/>
    <w:rsid w:val="003C7E4B"/>
    <w:rsid w:val="003D13D9"/>
    <w:rsid w:val="003D39DF"/>
    <w:rsid w:val="003E1497"/>
    <w:rsid w:val="003E6137"/>
    <w:rsid w:val="003E6B7A"/>
    <w:rsid w:val="003F3AFF"/>
    <w:rsid w:val="003F3B6C"/>
    <w:rsid w:val="003F6EAB"/>
    <w:rsid w:val="003F7E1B"/>
    <w:rsid w:val="00410D64"/>
    <w:rsid w:val="004128D5"/>
    <w:rsid w:val="00415116"/>
    <w:rsid w:val="00420798"/>
    <w:rsid w:val="00425168"/>
    <w:rsid w:val="00426245"/>
    <w:rsid w:val="00426C89"/>
    <w:rsid w:val="00430E96"/>
    <w:rsid w:val="004323F3"/>
    <w:rsid w:val="00433FB8"/>
    <w:rsid w:val="00440171"/>
    <w:rsid w:val="004417A2"/>
    <w:rsid w:val="00441C5E"/>
    <w:rsid w:val="004427E7"/>
    <w:rsid w:val="00444799"/>
    <w:rsid w:val="004508E7"/>
    <w:rsid w:val="00451B70"/>
    <w:rsid w:val="00452AA8"/>
    <w:rsid w:val="004545ED"/>
    <w:rsid w:val="00454882"/>
    <w:rsid w:val="004563B2"/>
    <w:rsid w:val="0046074F"/>
    <w:rsid w:val="004607DE"/>
    <w:rsid w:val="00462895"/>
    <w:rsid w:val="00463625"/>
    <w:rsid w:val="0046420B"/>
    <w:rsid w:val="004667D0"/>
    <w:rsid w:val="00477811"/>
    <w:rsid w:val="00481767"/>
    <w:rsid w:val="00482229"/>
    <w:rsid w:val="00482778"/>
    <w:rsid w:val="00491E30"/>
    <w:rsid w:val="004A3784"/>
    <w:rsid w:val="004A4CF8"/>
    <w:rsid w:val="004A57B2"/>
    <w:rsid w:val="004A6120"/>
    <w:rsid w:val="004C5930"/>
    <w:rsid w:val="004C76AF"/>
    <w:rsid w:val="004D4FAF"/>
    <w:rsid w:val="004D5ACE"/>
    <w:rsid w:val="004D6009"/>
    <w:rsid w:val="004D644D"/>
    <w:rsid w:val="004D6B90"/>
    <w:rsid w:val="004E0A0E"/>
    <w:rsid w:val="004E4193"/>
    <w:rsid w:val="004E5ADE"/>
    <w:rsid w:val="004F33A5"/>
    <w:rsid w:val="004F4407"/>
    <w:rsid w:val="005006A1"/>
    <w:rsid w:val="00503D2A"/>
    <w:rsid w:val="0051299D"/>
    <w:rsid w:val="005207C6"/>
    <w:rsid w:val="005229AF"/>
    <w:rsid w:val="00524046"/>
    <w:rsid w:val="00524A09"/>
    <w:rsid w:val="00525CCF"/>
    <w:rsid w:val="005279E8"/>
    <w:rsid w:val="00530329"/>
    <w:rsid w:val="00532D55"/>
    <w:rsid w:val="00533246"/>
    <w:rsid w:val="00535E68"/>
    <w:rsid w:val="0053629B"/>
    <w:rsid w:val="005404F0"/>
    <w:rsid w:val="00543176"/>
    <w:rsid w:val="005466E5"/>
    <w:rsid w:val="00550655"/>
    <w:rsid w:val="0056022E"/>
    <w:rsid w:val="005625FF"/>
    <w:rsid w:val="005627A1"/>
    <w:rsid w:val="005668D5"/>
    <w:rsid w:val="00566FAA"/>
    <w:rsid w:val="00567E56"/>
    <w:rsid w:val="0057091D"/>
    <w:rsid w:val="00572243"/>
    <w:rsid w:val="00577F84"/>
    <w:rsid w:val="00584D09"/>
    <w:rsid w:val="005869AB"/>
    <w:rsid w:val="00596160"/>
    <w:rsid w:val="005A220B"/>
    <w:rsid w:val="005A396B"/>
    <w:rsid w:val="005B62B9"/>
    <w:rsid w:val="005B716B"/>
    <w:rsid w:val="005B7713"/>
    <w:rsid w:val="005C0856"/>
    <w:rsid w:val="005C37AD"/>
    <w:rsid w:val="005C52AA"/>
    <w:rsid w:val="005C5EDB"/>
    <w:rsid w:val="005D0D0B"/>
    <w:rsid w:val="005D2769"/>
    <w:rsid w:val="005D5FCA"/>
    <w:rsid w:val="005E07DD"/>
    <w:rsid w:val="005E193C"/>
    <w:rsid w:val="005E278A"/>
    <w:rsid w:val="005E3A46"/>
    <w:rsid w:val="005E413E"/>
    <w:rsid w:val="005E6472"/>
    <w:rsid w:val="005E6640"/>
    <w:rsid w:val="005E6794"/>
    <w:rsid w:val="005E67AE"/>
    <w:rsid w:val="005F2508"/>
    <w:rsid w:val="005F7117"/>
    <w:rsid w:val="00601CFA"/>
    <w:rsid w:val="00610AE6"/>
    <w:rsid w:val="0061211F"/>
    <w:rsid w:val="00612132"/>
    <w:rsid w:val="00621F84"/>
    <w:rsid w:val="006244A5"/>
    <w:rsid w:val="00625E53"/>
    <w:rsid w:val="0063234E"/>
    <w:rsid w:val="00637923"/>
    <w:rsid w:val="006414AF"/>
    <w:rsid w:val="006414E3"/>
    <w:rsid w:val="00642E4B"/>
    <w:rsid w:val="00644534"/>
    <w:rsid w:val="006459C0"/>
    <w:rsid w:val="00654E57"/>
    <w:rsid w:val="00656066"/>
    <w:rsid w:val="00656526"/>
    <w:rsid w:val="0066075A"/>
    <w:rsid w:val="00660768"/>
    <w:rsid w:val="00660B5D"/>
    <w:rsid w:val="00660F08"/>
    <w:rsid w:val="0066256E"/>
    <w:rsid w:val="00662C21"/>
    <w:rsid w:val="0066325E"/>
    <w:rsid w:val="006639A0"/>
    <w:rsid w:val="00674EF2"/>
    <w:rsid w:val="00682BD4"/>
    <w:rsid w:val="006926EA"/>
    <w:rsid w:val="006A0D4A"/>
    <w:rsid w:val="006A4E45"/>
    <w:rsid w:val="006A593C"/>
    <w:rsid w:val="006A745B"/>
    <w:rsid w:val="006B1F43"/>
    <w:rsid w:val="006B25D7"/>
    <w:rsid w:val="006B6C3F"/>
    <w:rsid w:val="006C3061"/>
    <w:rsid w:val="006C3DAF"/>
    <w:rsid w:val="006D10B1"/>
    <w:rsid w:val="006D199D"/>
    <w:rsid w:val="006D5DBB"/>
    <w:rsid w:val="006E1A6D"/>
    <w:rsid w:val="006E223F"/>
    <w:rsid w:val="006E274A"/>
    <w:rsid w:val="006E4BBB"/>
    <w:rsid w:val="006E4E6A"/>
    <w:rsid w:val="006F3A67"/>
    <w:rsid w:val="006F61A9"/>
    <w:rsid w:val="00700785"/>
    <w:rsid w:val="00700A35"/>
    <w:rsid w:val="00700C0C"/>
    <w:rsid w:val="007036A4"/>
    <w:rsid w:val="00705788"/>
    <w:rsid w:val="00705EDA"/>
    <w:rsid w:val="00716364"/>
    <w:rsid w:val="00722584"/>
    <w:rsid w:val="00737385"/>
    <w:rsid w:val="00744C8B"/>
    <w:rsid w:val="007517EE"/>
    <w:rsid w:val="00751AB8"/>
    <w:rsid w:val="00751D0D"/>
    <w:rsid w:val="00752C7D"/>
    <w:rsid w:val="0075335F"/>
    <w:rsid w:val="00757A4C"/>
    <w:rsid w:val="00763B58"/>
    <w:rsid w:val="00763F4C"/>
    <w:rsid w:val="007652C6"/>
    <w:rsid w:val="007706FE"/>
    <w:rsid w:val="00773B9B"/>
    <w:rsid w:val="00774381"/>
    <w:rsid w:val="00781AB5"/>
    <w:rsid w:val="00791223"/>
    <w:rsid w:val="00797226"/>
    <w:rsid w:val="0079798F"/>
    <w:rsid w:val="007A1B0E"/>
    <w:rsid w:val="007A4593"/>
    <w:rsid w:val="007A5ADC"/>
    <w:rsid w:val="007B447A"/>
    <w:rsid w:val="007B45CC"/>
    <w:rsid w:val="007C280B"/>
    <w:rsid w:val="007C4C22"/>
    <w:rsid w:val="007D1083"/>
    <w:rsid w:val="007D680A"/>
    <w:rsid w:val="007D7D13"/>
    <w:rsid w:val="007E4AA2"/>
    <w:rsid w:val="007E6117"/>
    <w:rsid w:val="007E6134"/>
    <w:rsid w:val="007E75E6"/>
    <w:rsid w:val="007F00E9"/>
    <w:rsid w:val="007F3238"/>
    <w:rsid w:val="007F5BAD"/>
    <w:rsid w:val="008033BA"/>
    <w:rsid w:val="008036E5"/>
    <w:rsid w:val="00804EDB"/>
    <w:rsid w:val="00813F3D"/>
    <w:rsid w:val="00820CE8"/>
    <w:rsid w:val="0082292F"/>
    <w:rsid w:val="00823C7E"/>
    <w:rsid w:val="0082699D"/>
    <w:rsid w:val="00835000"/>
    <w:rsid w:val="0083524C"/>
    <w:rsid w:val="00836B0C"/>
    <w:rsid w:val="0083710F"/>
    <w:rsid w:val="00841A4D"/>
    <w:rsid w:val="00847E53"/>
    <w:rsid w:val="00856216"/>
    <w:rsid w:val="008562F8"/>
    <w:rsid w:val="00856787"/>
    <w:rsid w:val="00857031"/>
    <w:rsid w:val="008604F3"/>
    <w:rsid w:val="0086183F"/>
    <w:rsid w:val="0086195C"/>
    <w:rsid w:val="008620B4"/>
    <w:rsid w:val="00862CC0"/>
    <w:rsid w:val="008654B6"/>
    <w:rsid w:val="00867698"/>
    <w:rsid w:val="00873EB7"/>
    <w:rsid w:val="00877E99"/>
    <w:rsid w:val="00882027"/>
    <w:rsid w:val="00885412"/>
    <w:rsid w:val="00891C43"/>
    <w:rsid w:val="008942DE"/>
    <w:rsid w:val="00897C63"/>
    <w:rsid w:val="008A23C8"/>
    <w:rsid w:val="008A2779"/>
    <w:rsid w:val="008A2E7F"/>
    <w:rsid w:val="008A35A1"/>
    <w:rsid w:val="008B0E4A"/>
    <w:rsid w:val="008B415B"/>
    <w:rsid w:val="008B49BA"/>
    <w:rsid w:val="008B7F1A"/>
    <w:rsid w:val="008C4A7F"/>
    <w:rsid w:val="008D4551"/>
    <w:rsid w:val="008D4E01"/>
    <w:rsid w:val="008D5282"/>
    <w:rsid w:val="008D621C"/>
    <w:rsid w:val="008D7583"/>
    <w:rsid w:val="008F34A7"/>
    <w:rsid w:val="008F5C90"/>
    <w:rsid w:val="009006D5"/>
    <w:rsid w:val="00901DDA"/>
    <w:rsid w:val="00922E87"/>
    <w:rsid w:val="00927E54"/>
    <w:rsid w:val="00936E7E"/>
    <w:rsid w:val="00937AD6"/>
    <w:rsid w:val="00944D3D"/>
    <w:rsid w:val="00956754"/>
    <w:rsid w:val="00956F29"/>
    <w:rsid w:val="00960414"/>
    <w:rsid w:val="009625EA"/>
    <w:rsid w:val="00963E95"/>
    <w:rsid w:val="00965454"/>
    <w:rsid w:val="00966FB3"/>
    <w:rsid w:val="009706FE"/>
    <w:rsid w:val="009721E3"/>
    <w:rsid w:val="009811F1"/>
    <w:rsid w:val="009816AD"/>
    <w:rsid w:val="00981DB0"/>
    <w:rsid w:val="00982222"/>
    <w:rsid w:val="0098293F"/>
    <w:rsid w:val="00994C1D"/>
    <w:rsid w:val="00995209"/>
    <w:rsid w:val="0099624C"/>
    <w:rsid w:val="009963A7"/>
    <w:rsid w:val="009A224B"/>
    <w:rsid w:val="009A2E68"/>
    <w:rsid w:val="009A2FBE"/>
    <w:rsid w:val="009A4E7B"/>
    <w:rsid w:val="009A51FC"/>
    <w:rsid w:val="009B18B9"/>
    <w:rsid w:val="009B2653"/>
    <w:rsid w:val="009B69A7"/>
    <w:rsid w:val="009C02AD"/>
    <w:rsid w:val="009D0025"/>
    <w:rsid w:val="009D3152"/>
    <w:rsid w:val="009E1BB5"/>
    <w:rsid w:val="009E2BAD"/>
    <w:rsid w:val="009E445C"/>
    <w:rsid w:val="009E72F0"/>
    <w:rsid w:val="009F02D7"/>
    <w:rsid w:val="009F0974"/>
    <w:rsid w:val="009F1680"/>
    <w:rsid w:val="009F4297"/>
    <w:rsid w:val="009F735E"/>
    <w:rsid w:val="00A001ED"/>
    <w:rsid w:val="00A0079A"/>
    <w:rsid w:val="00A01A10"/>
    <w:rsid w:val="00A05B0B"/>
    <w:rsid w:val="00A06DB4"/>
    <w:rsid w:val="00A106AE"/>
    <w:rsid w:val="00A15A01"/>
    <w:rsid w:val="00A23886"/>
    <w:rsid w:val="00A253D8"/>
    <w:rsid w:val="00A343DA"/>
    <w:rsid w:val="00A34505"/>
    <w:rsid w:val="00A366C4"/>
    <w:rsid w:val="00A36C3D"/>
    <w:rsid w:val="00A4266A"/>
    <w:rsid w:val="00A51EF2"/>
    <w:rsid w:val="00A534D4"/>
    <w:rsid w:val="00A574C6"/>
    <w:rsid w:val="00A638CF"/>
    <w:rsid w:val="00A66DA8"/>
    <w:rsid w:val="00A71AD6"/>
    <w:rsid w:val="00A7711C"/>
    <w:rsid w:val="00A80663"/>
    <w:rsid w:val="00A826A7"/>
    <w:rsid w:val="00A83625"/>
    <w:rsid w:val="00A83C5A"/>
    <w:rsid w:val="00A92CD7"/>
    <w:rsid w:val="00A932E7"/>
    <w:rsid w:val="00A94C4A"/>
    <w:rsid w:val="00A9637A"/>
    <w:rsid w:val="00A97320"/>
    <w:rsid w:val="00AA4E6E"/>
    <w:rsid w:val="00AA71B3"/>
    <w:rsid w:val="00AA7924"/>
    <w:rsid w:val="00AB3149"/>
    <w:rsid w:val="00AB3952"/>
    <w:rsid w:val="00AB41F1"/>
    <w:rsid w:val="00AB5BDD"/>
    <w:rsid w:val="00AC00F7"/>
    <w:rsid w:val="00AC303C"/>
    <w:rsid w:val="00AC58EA"/>
    <w:rsid w:val="00AD11D8"/>
    <w:rsid w:val="00AD4D73"/>
    <w:rsid w:val="00AD5343"/>
    <w:rsid w:val="00AD5F78"/>
    <w:rsid w:val="00AD6BDD"/>
    <w:rsid w:val="00AD7EC9"/>
    <w:rsid w:val="00AE0651"/>
    <w:rsid w:val="00AE0E64"/>
    <w:rsid w:val="00AE1340"/>
    <w:rsid w:val="00AE1C24"/>
    <w:rsid w:val="00AE1CA4"/>
    <w:rsid w:val="00AE460E"/>
    <w:rsid w:val="00AE47E7"/>
    <w:rsid w:val="00AF1003"/>
    <w:rsid w:val="00AF1A04"/>
    <w:rsid w:val="00AF4FF1"/>
    <w:rsid w:val="00B02E7C"/>
    <w:rsid w:val="00B0406F"/>
    <w:rsid w:val="00B070FA"/>
    <w:rsid w:val="00B1604C"/>
    <w:rsid w:val="00B1660F"/>
    <w:rsid w:val="00B17C40"/>
    <w:rsid w:val="00B22692"/>
    <w:rsid w:val="00B22C9C"/>
    <w:rsid w:val="00B24DB1"/>
    <w:rsid w:val="00B2555E"/>
    <w:rsid w:val="00B30D66"/>
    <w:rsid w:val="00B31C06"/>
    <w:rsid w:val="00B32562"/>
    <w:rsid w:val="00B453DD"/>
    <w:rsid w:val="00B46554"/>
    <w:rsid w:val="00B5053F"/>
    <w:rsid w:val="00B53506"/>
    <w:rsid w:val="00B56C3D"/>
    <w:rsid w:val="00B80376"/>
    <w:rsid w:val="00B83295"/>
    <w:rsid w:val="00B84191"/>
    <w:rsid w:val="00B92E5A"/>
    <w:rsid w:val="00BA1136"/>
    <w:rsid w:val="00BA2056"/>
    <w:rsid w:val="00BA6CE3"/>
    <w:rsid w:val="00BB03D7"/>
    <w:rsid w:val="00BB08CC"/>
    <w:rsid w:val="00BB0DF0"/>
    <w:rsid w:val="00BB4655"/>
    <w:rsid w:val="00BB4C7B"/>
    <w:rsid w:val="00BC21E5"/>
    <w:rsid w:val="00BC51BC"/>
    <w:rsid w:val="00BD1559"/>
    <w:rsid w:val="00BD4265"/>
    <w:rsid w:val="00BE0CBC"/>
    <w:rsid w:val="00BE1ECE"/>
    <w:rsid w:val="00BE6F88"/>
    <w:rsid w:val="00BF1C20"/>
    <w:rsid w:val="00BF1F49"/>
    <w:rsid w:val="00BF5697"/>
    <w:rsid w:val="00BF5834"/>
    <w:rsid w:val="00C00314"/>
    <w:rsid w:val="00C04505"/>
    <w:rsid w:val="00C04A24"/>
    <w:rsid w:val="00C062B8"/>
    <w:rsid w:val="00C14137"/>
    <w:rsid w:val="00C147A5"/>
    <w:rsid w:val="00C14880"/>
    <w:rsid w:val="00C17393"/>
    <w:rsid w:val="00C250EA"/>
    <w:rsid w:val="00C266F0"/>
    <w:rsid w:val="00C26D83"/>
    <w:rsid w:val="00C31163"/>
    <w:rsid w:val="00C32A36"/>
    <w:rsid w:val="00C36412"/>
    <w:rsid w:val="00C43DA2"/>
    <w:rsid w:val="00C53D18"/>
    <w:rsid w:val="00C55A29"/>
    <w:rsid w:val="00C71A3A"/>
    <w:rsid w:val="00C72E9C"/>
    <w:rsid w:val="00C77CE4"/>
    <w:rsid w:val="00C914DC"/>
    <w:rsid w:val="00CA03E2"/>
    <w:rsid w:val="00CA1352"/>
    <w:rsid w:val="00CA5224"/>
    <w:rsid w:val="00CA580F"/>
    <w:rsid w:val="00CB2D84"/>
    <w:rsid w:val="00CC125C"/>
    <w:rsid w:val="00CC4187"/>
    <w:rsid w:val="00CD094A"/>
    <w:rsid w:val="00CD114A"/>
    <w:rsid w:val="00CD1503"/>
    <w:rsid w:val="00CD16FA"/>
    <w:rsid w:val="00CD7D33"/>
    <w:rsid w:val="00CE382B"/>
    <w:rsid w:val="00CE7EC3"/>
    <w:rsid w:val="00CF0FBF"/>
    <w:rsid w:val="00CF55AE"/>
    <w:rsid w:val="00D0163C"/>
    <w:rsid w:val="00D03EFF"/>
    <w:rsid w:val="00D11EFC"/>
    <w:rsid w:val="00D1311E"/>
    <w:rsid w:val="00D16519"/>
    <w:rsid w:val="00D17950"/>
    <w:rsid w:val="00D23F68"/>
    <w:rsid w:val="00D36DA6"/>
    <w:rsid w:val="00D50F2D"/>
    <w:rsid w:val="00D52E16"/>
    <w:rsid w:val="00D559D5"/>
    <w:rsid w:val="00D55C3D"/>
    <w:rsid w:val="00D60E0F"/>
    <w:rsid w:val="00D62292"/>
    <w:rsid w:val="00D62F0D"/>
    <w:rsid w:val="00D63110"/>
    <w:rsid w:val="00D64583"/>
    <w:rsid w:val="00D6495B"/>
    <w:rsid w:val="00D64B60"/>
    <w:rsid w:val="00D65837"/>
    <w:rsid w:val="00D70F54"/>
    <w:rsid w:val="00D7201D"/>
    <w:rsid w:val="00D72E0B"/>
    <w:rsid w:val="00D733F8"/>
    <w:rsid w:val="00D80C78"/>
    <w:rsid w:val="00D81CC5"/>
    <w:rsid w:val="00D83BAC"/>
    <w:rsid w:val="00D83E7F"/>
    <w:rsid w:val="00D909A3"/>
    <w:rsid w:val="00D96001"/>
    <w:rsid w:val="00DA0329"/>
    <w:rsid w:val="00DA61B9"/>
    <w:rsid w:val="00DB17C4"/>
    <w:rsid w:val="00DB5241"/>
    <w:rsid w:val="00DB689D"/>
    <w:rsid w:val="00DC27D1"/>
    <w:rsid w:val="00DC2AEE"/>
    <w:rsid w:val="00DC2CBC"/>
    <w:rsid w:val="00DD541B"/>
    <w:rsid w:val="00DE2F28"/>
    <w:rsid w:val="00DF190D"/>
    <w:rsid w:val="00DF4EBD"/>
    <w:rsid w:val="00E016F1"/>
    <w:rsid w:val="00E060A0"/>
    <w:rsid w:val="00E06F98"/>
    <w:rsid w:val="00E143E7"/>
    <w:rsid w:val="00E15354"/>
    <w:rsid w:val="00E21CE4"/>
    <w:rsid w:val="00E34ACF"/>
    <w:rsid w:val="00E4128B"/>
    <w:rsid w:val="00E45847"/>
    <w:rsid w:val="00E46793"/>
    <w:rsid w:val="00E51355"/>
    <w:rsid w:val="00E54142"/>
    <w:rsid w:val="00E54E01"/>
    <w:rsid w:val="00E57B39"/>
    <w:rsid w:val="00E57C47"/>
    <w:rsid w:val="00E6309D"/>
    <w:rsid w:val="00E631CD"/>
    <w:rsid w:val="00E63D00"/>
    <w:rsid w:val="00E6547D"/>
    <w:rsid w:val="00E65A18"/>
    <w:rsid w:val="00E66A70"/>
    <w:rsid w:val="00E67AA2"/>
    <w:rsid w:val="00E70F73"/>
    <w:rsid w:val="00E71621"/>
    <w:rsid w:val="00E84BD9"/>
    <w:rsid w:val="00E91194"/>
    <w:rsid w:val="00E91269"/>
    <w:rsid w:val="00E92242"/>
    <w:rsid w:val="00E9254F"/>
    <w:rsid w:val="00E97A2E"/>
    <w:rsid w:val="00E97E8C"/>
    <w:rsid w:val="00EA5487"/>
    <w:rsid w:val="00EA5D7A"/>
    <w:rsid w:val="00EA7E82"/>
    <w:rsid w:val="00EA7F45"/>
    <w:rsid w:val="00EB6284"/>
    <w:rsid w:val="00EB628B"/>
    <w:rsid w:val="00EB6B47"/>
    <w:rsid w:val="00EC035D"/>
    <w:rsid w:val="00EC3F7B"/>
    <w:rsid w:val="00EC521A"/>
    <w:rsid w:val="00EC631D"/>
    <w:rsid w:val="00ED2A1B"/>
    <w:rsid w:val="00ED774A"/>
    <w:rsid w:val="00EE61DD"/>
    <w:rsid w:val="00EF029F"/>
    <w:rsid w:val="00EF17C3"/>
    <w:rsid w:val="00EF71F3"/>
    <w:rsid w:val="00EF764B"/>
    <w:rsid w:val="00F00F0A"/>
    <w:rsid w:val="00F0360A"/>
    <w:rsid w:val="00F10B31"/>
    <w:rsid w:val="00F10BC8"/>
    <w:rsid w:val="00F12017"/>
    <w:rsid w:val="00F13385"/>
    <w:rsid w:val="00F15750"/>
    <w:rsid w:val="00F26ECB"/>
    <w:rsid w:val="00F306A3"/>
    <w:rsid w:val="00F30C55"/>
    <w:rsid w:val="00F33E35"/>
    <w:rsid w:val="00F47C64"/>
    <w:rsid w:val="00F50E4A"/>
    <w:rsid w:val="00F522B7"/>
    <w:rsid w:val="00F523FE"/>
    <w:rsid w:val="00F53948"/>
    <w:rsid w:val="00F71CCC"/>
    <w:rsid w:val="00F85A21"/>
    <w:rsid w:val="00F86DE5"/>
    <w:rsid w:val="00F924C8"/>
    <w:rsid w:val="00FA4EE9"/>
    <w:rsid w:val="00FA681D"/>
    <w:rsid w:val="00FB4768"/>
    <w:rsid w:val="00FC0451"/>
    <w:rsid w:val="00FC2600"/>
    <w:rsid w:val="00FD445A"/>
    <w:rsid w:val="00FE0EC3"/>
    <w:rsid w:val="00FE3C61"/>
    <w:rsid w:val="00FF2BF7"/>
    <w:rsid w:val="00FF2FF2"/>
    <w:rsid w:val="00FF4844"/>
    <w:rsid w:val="00FF6659"/>
    <w:rsid w:val="00FF7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303"/>
  </w:style>
  <w:style w:type="paragraph" w:styleId="Heading1">
    <w:name w:val="heading 1"/>
    <w:basedOn w:val="Normal"/>
    <w:next w:val="Normal"/>
    <w:qFormat/>
    <w:rsid w:val="00D9600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A345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A6303"/>
    <w:pPr>
      <w:keepNext/>
      <w:jc w:val="center"/>
      <w:outlineLvl w:val="2"/>
    </w:pPr>
    <w:rPr>
      <w:sz w:val="28"/>
    </w:rPr>
  </w:style>
  <w:style w:type="paragraph" w:styleId="Heading4">
    <w:name w:val="heading 4"/>
    <w:basedOn w:val="Normal"/>
    <w:next w:val="Normal"/>
    <w:qFormat/>
    <w:rsid w:val="00A3450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5C5ED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5C5EDB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5C5EDB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5C5EDB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A8362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1 Char"/>
    <w:basedOn w:val="Normal"/>
    <w:link w:val="HeaderChar"/>
    <w:rsid w:val="00085DA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5DAD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56022E"/>
    <w:rPr>
      <w:color w:val="0000FF"/>
      <w:u w:val="single"/>
    </w:rPr>
  </w:style>
  <w:style w:type="paragraph" w:styleId="BodyText">
    <w:name w:val="Body Text"/>
    <w:basedOn w:val="Normal"/>
    <w:rsid w:val="002F21EC"/>
    <w:pPr>
      <w:jc w:val="both"/>
    </w:pPr>
    <w:rPr>
      <w:snapToGrid w:val="0"/>
      <w:color w:val="000000"/>
    </w:rPr>
  </w:style>
  <w:style w:type="paragraph" w:customStyle="1" w:styleId="Bullet1">
    <w:name w:val="Bullet 1"/>
    <w:rsid w:val="002F21EC"/>
    <w:pPr>
      <w:spacing w:before="56" w:after="56"/>
      <w:ind w:left="567"/>
    </w:pPr>
    <w:rPr>
      <w:b/>
      <w:snapToGrid w:val="0"/>
      <w:color w:val="0000FF"/>
      <w:sz w:val="24"/>
    </w:rPr>
  </w:style>
  <w:style w:type="paragraph" w:styleId="Title">
    <w:name w:val="Title"/>
    <w:basedOn w:val="Normal"/>
    <w:qFormat/>
    <w:rsid w:val="002F21EC"/>
    <w:pPr>
      <w:keepNext/>
      <w:keepLines/>
      <w:jc w:val="center"/>
    </w:pPr>
    <w:rPr>
      <w:b/>
      <w:snapToGrid w:val="0"/>
      <w:color w:val="FF0000"/>
      <w:sz w:val="28"/>
    </w:rPr>
  </w:style>
  <w:style w:type="paragraph" w:customStyle="1" w:styleId="TableText">
    <w:name w:val="Table Text"/>
    <w:rsid w:val="002F21EC"/>
    <w:pPr>
      <w:jc w:val="both"/>
    </w:pPr>
    <w:rPr>
      <w:snapToGrid w:val="0"/>
      <w:color w:val="000000"/>
      <w:sz w:val="24"/>
    </w:rPr>
  </w:style>
  <w:style w:type="table" w:styleId="TableGrid">
    <w:name w:val="Table Grid"/>
    <w:basedOn w:val="TableNormal"/>
    <w:rsid w:val="002F21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34505"/>
    <w:pPr>
      <w:spacing w:after="120" w:line="480" w:lineRule="auto"/>
    </w:pPr>
  </w:style>
  <w:style w:type="paragraph" w:styleId="BodyTextIndent">
    <w:name w:val="Body Text Indent"/>
    <w:basedOn w:val="Normal"/>
    <w:rsid w:val="00A34505"/>
    <w:pPr>
      <w:spacing w:after="120"/>
      <w:ind w:left="360"/>
    </w:pPr>
    <w:rPr>
      <w:lang w:val="en-GB" w:eastAsia="ro-RO"/>
    </w:rPr>
  </w:style>
  <w:style w:type="paragraph" w:styleId="Subtitle">
    <w:name w:val="Subtitle"/>
    <w:basedOn w:val="Normal"/>
    <w:qFormat/>
    <w:rsid w:val="00A34505"/>
    <w:pPr>
      <w:jc w:val="center"/>
    </w:pPr>
    <w:rPr>
      <w:b/>
      <w:i/>
      <w:lang w:val="en-GB" w:eastAsia="ro-RO"/>
    </w:rPr>
  </w:style>
  <w:style w:type="paragraph" w:styleId="BodyText3">
    <w:name w:val="Body Text 3"/>
    <w:basedOn w:val="Normal"/>
    <w:rsid w:val="00A34505"/>
    <w:pPr>
      <w:spacing w:after="120"/>
    </w:pPr>
    <w:rPr>
      <w:sz w:val="16"/>
      <w:szCs w:val="16"/>
      <w:lang w:val="en-GB" w:eastAsia="ro-RO"/>
    </w:rPr>
  </w:style>
  <w:style w:type="paragraph" w:styleId="BodyTextIndent2">
    <w:name w:val="Body Text Indent 2"/>
    <w:basedOn w:val="Normal"/>
    <w:rsid w:val="00185302"/>
    <w:pPr>
      <w:spacing w:after="120" w:line="480" w:lineRule="auto"/>
      <w:ind w:left="360"/>
    </w:pPr>
  </w:style>
  <w:style w:type="character" w:styleId="PageNumber">
    <w:name w:val="page number"/>
    <w:basedOn w:val="DefaultParagraphFont"/>
    <w:rsid w:val="00AD4D73"/>
  </w:style>
  <w:style w:type="paragraph" w:styleId="BodyTextIndent3">
    <w:name w:val="Body Text Indent 3"/>
    <w:basedOn w:val="Normal"/>
    <w:rsid w:val="002054D7"/>
    <w:pPr>
      <w:spacing w:after="120"/>
      <w:ind w:left="360"/>
    </w:pPr>
    <w:rPr>
      <w:sz w:val="16"/>
      <w:szCs w:val="16"/>
    </w:rPr>
  </w:style>
  <w:style w:type="paragraph" w:customStyle="1" w:styleId="OIC1TitleCover">
    <w:name w:val="OIC1 Title Cover"/>
    <w:basedOn w:val="Normal"/>
    <w:rsid w:val="00A83625"/>
    <w:pPr>
      <w:keepNext/>
      <w:keepLines/>
      <w:overflowPunct w:val="0"/>
      <w:autoSpaceDE w:val="0"/>
      <w:autoSpaceDN w:val="0"/>
      <w:adjustRightInd w:val="0"/>
      <w:spacing w:before="240" w:line="720" w:lineRule="exact"/>
      <w:ind w:left="2880"/>
      <w:textAlignment w:val="baseline"/>
    </w:pPr>
    <w:rPr>
      <w:rFonts w:ascii="Arial Black" w:hAnsi="Arial Black"/>
      <w:color w:val="000080"/>
      <w:kern w:val="28"/>
      <w:sz w:val="72"/>
    </w:rPr>
  </w:style>
  <w:style w:type="paragraph" w:customStyle="1" w:styleId="CharCharCharCharCharChar">
    <w:name w:val="Char Char Char Char Char Char"/>
    <w:basedOn w:val="Normal"/>
    <w:rsid w:val="00AE1340"/>
    <w:pPr>
      <w:spacing w:after="160" w:line="240" w:lineRule="exact"/>
    </w:pPr>
    <w:rPr>
      <w:rFonts w:ascii="Verdana" w:hAnsi="Verdana"/>
    </w:rPr>
  </w:style>
  <w:style w:type="character" w:customStyle="1" w:styleId="HeaderChar">
    <w:name w:val="Header Char"/>
    <w:aliases w:val=" Char1 Char Char"/>
    <w:basedOn w:val="DefaultParagraphFont"/>
    <w:link w:val="Header"/>
    <w:rsid w:val="00AE1340"/>
    <w:rPr>
      <w:lang w:val="en-US" w:eastAsia="en-US" w:bidi="ar-S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092414"/>
    <w:pPr>
      <w:spacing w:after="160" w:line="240" w:lineRule="exact"/>
    </w:pPr>
    <w:rPr>
      <w:rFonts w:ascii="Verdana" w:hAnsi="Verdana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F6659"/>
    <w:pPr>
      <w:spacing w:after="160" w:line="240" w:lineRule="exact"/>
    </w:pPr>
    <w:rPr>
      <w:rFonts w:ascii="Verdana" w:hAnsi="Verdana"/>
    </w:rPr>
  </w:style>
  <w:style w:type="paragraph" w:customStyle="1" w:styleId="CharCharCharChar">
    <w:name w:val="Char Char Char Char"/>
    <w:basedOn w:val="Normal"/>
    <w:rsid w:val="007F00E9"/>
    <w:pPr>
      <w:spacing w:after="160" w:line="240" w:lineRule="exact"/>
    </w:pPr>
    <w:rPr>
      <w:rFonts w:ascii="Verdana" w:hAnsi="Verdana"/>
    </w:rPr>
  </w:style>
  <w:style w:type="character" w:customStyle="1" w:styleId="Char1CharChar1">
    <w:name w:val="Char1 Char Char1"/>
    <w:basedOn w:val="DefaultParagraphFont"/>
    <w:rsid w:val="007F00E9"/>
    <w:rPr>
      <w:lang w:val="en-US" w:eastAsia="en-US" w:bidi="ar-SA"/>
    </w:rPr>
  </w:style>
  <w:style w:type="paragraph" w:customStyle="1" w:styleId="TextBoldCharChar1Char">
    <w:name w:val="TextBold Char Char1 Char"/>
    <w:basedOn w:val="Normal"/>
    <w:link w:val="TextBoldCharChar1CharChar"/>
    <w:rsid w:val="00384E4B"/>
    <w:pPr>
      <w:keepNext/>
      <w:spacing w:before="80" w:after="160"/>
      <w:ind w:left="1304"/>
      <w:outlineLvl w:val="1"/>
    </w:pPr>
    <w:rPr>
      <w:rFonts w:ascii="Arial" w:hAnsi="Arial"/>
      <w:b/>
      <w:i/>
      <w:color w:val="000080"/>
      <w:sz w:val="22"/>
      <w:szCs w:val="22"/>
    </w:rPr>
  </w:style>
  <w:style w:type="character" w:customStyle="1" w:styleId="TextBoldCharChar1CharChar">
    <w:name w:val="TextBold Char Char1 Char Char"/>
    <w:basedOn w:val="DefaultParagraphFont"/>
    <w:link w:val="TextBoldCharChar1Char"/>
    <w:rsid w:val="00384E4B"/>
    <w:rPr>
      <w:rFonts w:ascii="Arial" w:hAnsi="Arial"/>
      <w:b/>
      <w:i/>
      <w:color w:val="000080"/>
      <w:sz w:val="22"/>
      <w:szCs w:val="22"/>
      <w:lang w:val="en-US" w:eastAsia="en-US" w:bidi="ar-SA"/>
    </w:rPr>
  </w:style>
  <w:style w:type="paragraph" w:customStyle="1" w:styleId="CharCharCharCharCharCharCharCharChar">
    <w:name w:val="Char Char Char Char Char Char Char Char Char"/>
    <w:basedOn w:val="Normal"/>
    <w:rsid w:val="009963A7"/>
    <w:rPr>
      <w:rFonts w:eastAsia="PMingLiU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1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1F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811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9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3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trazi\antet%20global%20proiect\ante%20tA4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6EAC7-FCDD-4A25-86F0-52A1D33A5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ante tA4</Template>
  <TotalTime>494</TotalTime>
  <Pages>3</Pages>
  <Words>414</Words>
  <Characters>2366</Characters>
  <Application>Microsoft Office Word</Application>
  <DocSecurity>0</DocSecurity>
  <Lines>19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CSV MEDIA ADVERTISING</Company>
  <LinksUpToDate>false</LinksUpToDate>
  <CharactersWithSpaces>2775</CharactersWithSpaces>
  <SharedDoc>false</SharedDoc>
  <HLinks>
    <vt:vector size="12" baseType="variant">
      <vt:variant>
        <vt:i4>1245237</vt:i4>
      </vt:variant>
      <vt:variant>
        <vt:i4>3</vt:i4>
      </vt:variant>
      <vt:variant>
        <vt:i4>0</vt:i4>
      </vt:variant>
      <vt:variant>
        <vt:i4>5</vt:i4>
      </vt:variant>
      <vt:variant>
        <vt:lpwstr>mailto:office@globalproiect.ro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http://www.globalproiect.ro/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</dc:creator>
  <cp:lastModifiedBy>Mihai</cp:lastModifiedBy>
  <cp:revision>225</cp:revision>
  <cp:lastPrinted>2008-12-03T09:58:00Z</cp:lastPrinted>
  <dcterms:created xsi:type="dcterms:W3CDTF">2011-12-08T09:19:00Z</dcterms:created>
  <dcterms:modified xsi:type="dcterms:W3CDTF">2013-01-28T07:04:00Z</dcterms:modified>
</cp:coreProperties>
</file>